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F7A2D" w14:textId="38029530" w:rsidR="00263C6C" w:rsidRPr="003478C4" w:rsidRDefault="00455B7B" w:rsidP="00F5061B">
      <w:pPr>
        <w:pStyle w:val="Titel"/>
      </w:pPr>
      <w:r w:rsidRPr="003478C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62233EB" wp14:editId="130C1428">
                <wp:simplePos x="0" y="0"/>
                <wp:positionH relativeFrom="column">
                  <wp:posOffset>-436880</wp:posOffset>
                </wp:positionH>
                <wp:positionV relativeFrom="paragraph">
                  <wp:posOffset>-417830</wp:posOffset>
                </wp:positionV>
                <wp:extent cx="1765300" cy="609600"/>
                <wp:effectExtent l="0" t="0" r="0" b="0"/>
                <wp:wrapNone/>
                <wp:docPr id="2" name="Rechteck 2">
                  <a:hlinkClick xmlns:a="http://schemas.openxmlformats.org/drawingml/2006/main" r:id="rId11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53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rect w14:anchorId="0E4F0EB7" id="Rechteck 2" o:spid="_x0000_s1026" href="https://prixmontagne.ch/" style="position:absolute;margin-left:-34.4pt;margin-top:-32.9pt;width:139pt;height:4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" o:button="t" filled="f" stroked="f" strokeweight="1pt">
                <v:fill o:detectmouseclick="t"/>
              </v:rect>
            </w:pict>
          </mc:Fallback>
        </mc:AlternateContent>
      </w:r>
    </w:p>
    <w:p w14:paraId="612FB10D" w14:textId="48BE3FC9" w:rsidR="0027320B" w:rsidRPr="00EB3829" w:rsidRDefault="0027320B" w:rsidP="0027320B">
      <w:pPr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Medienmitteilung </w:t>
      </w:r>
      <w:r w:rsidRPr="00EB3829">
        <w:rPr>
          <w:rFonts w:ascii="Arial" w:hAnsi="Arial" w:cs="Arial"/>
          <w:b/>
        </w:rPr>
        <w:t xml:space="preserve">vom </w:t>
      </w:r>
      <w:r w:rsidR="007250C6">
        <w:rPr>
          <w:rFonts w:ascii="Arial" w:hAnsi="Arial" w:cs="Arial"/>
          <w:b/>
        </w:rPr>
        <w:t>5</w:t>
      </w:r>
      <w:r w:rsidR="003719D4" w:rsidRPr="00EB3829">
        <w:rPr>
          <w:rFonts w:ascii="Arial" w:hAnsi="Arial" w:cs="Arial"/>
          <w:b/>
        </w:rPr>
        <w:t>. September</w:t>
      </w:r>
      <w:r w:rsidRPr="00EB3829">
        <w:rPr>
          <w:rFonts w:ascii="Arial" w:hAnsi="Arial" w:cs="Arial"/>
          <w:b/>
        </w:rPr>
        <w:t xml:space="preserve"> 202</w:t>
      </w:r>
      <w:r w:rsidR="007250C6">
        <w:rPr>
          <w:rFonts w:ascii="Arial" w:hAnsi="Arial" w:cs="Arial"/>
          <w:b/>
        </w:rPr>
        <w:t>4</w:t>
      </w:r>
    </w:p>
    <w:p w14:paraId="7DA81A3C" w14:textId="77777777" w:rsidR="0027320B" w:rsidRPr="00EB3829" w:rsidRDefault="0027320B" w:rsidP="0027320B">
      <w:pPr>
        <w:outlineLvl w:val="0"/>
        <w:rPr>
          <w:rFonts w:ascii="Arial" w:hAnsi="Arial" w:cs="Arial"/>
          <w:b/>
        </w:rPr>
      </w:pPr>
    </w:p>
    <w:p w14:paraId="0DCFED1D" w14:textId="4D915DDB" w:rsidR="0027320B" w:rsidRDefault="007250C6" w:rsidP="0027320B">
      <w:pPr>
        <w:spacing w:line="300" w:lineRule="exact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New Rada</w:t>
      </w:r>
      <w:r w:rsidR="000C0CE2" w:rsidRPr="000C0CE2">
        <w:rPr>
          <w:rFonts w:ascii="Arial" w:hAnsi="Arial"/>
          <w:b/>
          <w:sz w:val="28"/>
          <w:szCs w:val="28"/>
        </w:rPr>
        <w:t xml:space="preserve"> </w:t>
      </w:r>
      <w:r w:rsidR="00E65551">
        <w:rPr>
          <w:rFonts w:ascii="Arial" w:hAnsi="Arial"/>
          <w:b/>
          <w:sz w:val="28"/>
          <w:szCs w:val="28"/>
        </w:rPr>
        <w:t xml:space="preserve">Schuhmacherei </w:t>
      </w:r>
      <w:r w:rsidR="000C0CE2" w:rsidRPr="000C0CE2">
        <w:rPr>
          <w:rFonts w:ascii="Arial" w:hAnsi="Arial"/>
          <w:b/>
          <w:sz w:val="28"/>
          <w:szCs w:val="28"/>
        </w:rPr>
        <w:t>gewinnt den Prix Montagne 202</w:t>
      </w:r>
      <w:r>
        <w:rPr>
          <w:rFonts w:ascii="Arial" w:hAnsi="Arial"/>
          <w:b/>
          <w:sz w:val="28"/>
          <w:szCs w:val="28"/>
        </w:rPr>
        <w:t>4</w:t>
      </w:r>
    </w:p>
    <w:p w14:paraId="4285290B" w14:textId="77777777" w:rsidR="000C0CE2" w:rsidRPr="00EB3829" w:rsidRDefault="000C0CE2" w:rsidP="0027320B">
      <w:pPr>
        <w:spacing w:line="300" w:lineRule="exact"/>
        <w:rPr>
          <w:rFonts w:ascii="Arial" w:hAnsi="Arial" w:cs="Arial"/>
        </w:rPr>
      </w:pPr>
    </w:p>
    <w:p w14:paraId="238609AE" w14:textId="6C5C2679" w:rsidR="0027320B" w:rsidRPr="00EB3829" w:rsidRDefault="0027320B" w:rsidP="0027320B">
      <w:pPr>
        <w:spacing w:line="300" w:lineRule="exact"/>
        <w:rPr>
          <w:rFonts w:ascii="Arial" w:hAnsi="Arial" w:cs="Arial"/>
          <w:b/>
        </w:rPr>
      </w:pPr>
      <w:r w:rsidRPr="00EB3829">
        <w:rPr>
          <w:rFonts w:ascii="Arial" w:hAnsi="Arial" w:cs="Arial"/>
          <w:b/>
        </w:rPr>
        <w:t>Bildlegenden:</w:t>
      </w:r>
    </w:p>
    <w:p w14:paraId="015CA453" w14:textId="37955FC0" w:rsidR="00E05ABC" w:rsidRPr="00EB3829" w:rsidRDefault="0027320B" w:rsidP="00E05ABC">
      <w:pPr>
        <w:spacing w:after="120" w:line="240" w:lineRule="auto"/>
        <w:ind w:left="1560" w:hanging="1560"/>
      </w:pPr>
      <w:r w:rsidRPr="00EB3829">
        <w:rPr>
          <w:rFonts w:ascii="Arial" w:hAnsi="Arial" w:cs="Arial"/>
        </w:rPr>
        <w:t xml:space="preserve">Bild </w:t>
      </w:r>
      <w:r w:rsidR="00A22674" w:rsidRPr="00EB3829">
        <w:rPr>
          <w:rFonts w:ascii="Arial" w:hAnsi="Arial" w:cs="Arial"/>
        </w:rPr>
        <w:t>1</w:t>
      </w:r>
      <w:r w:rsidRPr="00EB3829">
        <w:rPr>
          <w:rFonts w:ascii="Arial" w:hAnsi="Arial" w:cs="Arial"/>
        </w:rPr>
        <w:t>:</w:t>
      </w:r>
      <w:r w:rsidRPr="00EB3829">
        <w:rPr>
          <w:rFonts w:ascii="Arial" w:hAnsi="Arial" w:cs="Arial"/>
        </w:rPr>
        <w:tab/>
      </w:r>
      <w:r w:rsidR="0072152F">
        <w:rPr>
          <w:rFonts w:ascii="Arial" w:hAnsi="Arial" w:cs="Arial"/>
        </w:rPr>
        <w:t xml:space="preserve">Glückliche </w:t>
      </w:r>
      <w:r w:rsidR="001D12DC">
        <w:rPr>
          <w:rFonts w:ascii="Arial" w:hAnsi="Arial" w:cs="Arial"/>
        </w:rPr>
        <w:t>Gewinner des Prix Montagne 202</w:t>
      </w:r>
      <w:r w:rsidR="00E65551">
        <w:rPr>
          <w:rFonts w:ascii="Arial" w:hAnsi="Arial" w:cs="Arial"/>
        </w:rPr>
        <w:t>4</w:t>
      </w:r>
      <w:r w:rsidR="001D12DC">
        <w:rPr>
          <w:rFonts w:ascii="Arial" w:hAnsi="Arial" w:cs="Arial"/>
        </w:rPr>
        <w:t xml:space="preserve">: die </w:t>
      </w:r>
      <w:r w:rsidR="00E65551">
        <w:rPr>
          <w:rFonts w:ascii="Arial" w:hAnsi="Arial" w:cs="Arial"/>
        </w:rPr>
        <w:t>New Rada Schuhmacherei</w:t>
      </w:r>
      <w:r w:rsidR="001D12DC">
        <w:rPr>
          <w:rFonts w:ascii="Arial" w:hAnsi="Arial" w:cs="Arial"/>
        </w:rPr>
        <w:t xml:space="preserve"> aus</w:t>
      </w:r>
      <w:r w:rsidR="00E65551">
        <w:rPr>
          <w:rFonts w:ascii="Arial" w:hAnsi="Arial" w:cs="Arial"/>
        </w:rPr>
        <w:t xml:space="preserve"> Le </w:t>
      </w:r>
      <w:proofErr w:type="spellStart"/>
      <w:r w:rsidR="00E65551">
        <w:rPr>
          <w:rFonts w:ascii="Arial" w:hAnsi="Arial" w:cs="Arial"/>
        </w:rPr>
        <w:t>Prese</w:t>
      </w:r>
      <w:proofErr w:type="spellEnd"/>
      <w:r w:rsidR="001D12DC">
        <w:rPr>
          <w:rFonts w:ascii="Arial" w:hAnsi="Arial" w:cs="Arial"/>
        </w:rPr>
        <w:t>/GR.</w:t>
      </w:r>
    </w:p>
    <w:p w14:paraId="509858A6" w14:textId="74437BE6" w:rsidR="005C5EBB" w:rsidRPr="00E05ABC" w:rsidRDefault="0027320B" w:rsidP="00E05ABC">
      <w:pPr>
        <w:spacing w:after="120" w:line="240" w:lineRule="auto"/>
        <w:ind w:left="1560" w:hanging="1560"/>
      </w:pPr>
      <w:r>
        <w:rPr>
          <w:rFonts w:ascii="Arial" w:hAnsi="Arial" w:cs="Arial"/>
        </w:rPr>
        <w:t xml:space="preserve">Bild </w:t>
      </w:r>
      <w:r w:rsidR="00A22674">
        <w:rPr>
          <w:rFonts w:ascii="Arial" w:hAnsi="Arial" w:cs="Arial"/>
        </w:rPr>
        <w:t>2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="00E65551">
        <w:rPr>
          <w:rFonts w:ascii="Arial" w:hAnsi="Arial" w:cs="Arial"/>
        </w:rPr>
        <w:t xml:space="preserve">Orlando und </w:t>
      </w:r>
      <w:proofErr w:type="spellStart"/>
      <w:r w:rsidR="00E65551">
        <w:rPr>
          <w:rFonts w:ascii="Arial" w:hAnsi="Arial" w:cs="Arial"/>
        </w:rPr>
        <w:t>Leonia</w:t>
      </w:r>
      <w:proofErr w:type="spellEnd"/>
      <w:r w:rsidR="00E65551">
        <w:rPr>
          <w:rFonts w:ascii="Arial" w:hAnsi="Arial" w:cs="Arial"/>
        </w:rPr>
        <w:t xml:space="preserve"> Rada freuen sich über den Prix Montagne, der ihnen von Moderatorin Sabine Dahinden überreicht wird</w:t>
      </w:r>
      <w:r w:rsidR="00A10875">
        <w:rPr>
          <w:rFonts w:ascii="Arial" w:hAnsi="Arial" w:cs="Arial"/>
        </w:rPr>
        <w:t>.</w:t>
      </w:r>
    </w:p>
    <w:p w14:paraId="73BD2C52" w14:textId="5753C9D3" w:rsidR="0027320B" w:rsidRDefault="0027320B" w:rsidP="00E05ABC">
      <w:pPr>
        <w:spacing w:after="120" w:line="240" w:lineRule="auto"/>
        <w:ind w:left="1560" w:hanging="1560"/>
        <w:rPr>
          <w:rFonts w:ascii="Arial" w:hAnsi="Arial" w:cs="Arial"/>
        </w:rPr>
      </w:pPr>
      <w:r>
        <w:rPr>
          <w:rFonts w:ascii="Arial" w:hAnsi="Arial" w:cs="Arial"/>
        </w:rPr>
        <w:t xml:space="preserve">Bild </w:t>
      </w:r>
      <w:r w:rsidR="00A22674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 w:rsidR="00E65551">
        <w:rPr>
          <w:rFonts w:ascii="Arial" w:hAnsi="Arial" w:cs="Arial"/>
        </w:rPr>
        <w:t>Einen Moment lang sprachlos vor Freude:</w:t>
      </w:r>
      <w:r w:rsidR="0072152F">
        <w:rPr>
          <w:rFonts w:ascii="Arial" w:hAnsi="Arial" w:cs="Arial"/>
        </w:rPr>
        <w:t xml:space="preserve"> </w:t>
      </w:r>
      <w:r w:rsidR="00E65551">
        <w:rPr>
          <w:rFonts w:ascii="Arial" w:hAnsi="Arial" w:cs="Arial"/>
        </w:rPr>
        <w:t xml:space="preserve">Orlando und </w:t>
      </w:r>
      <w:proofErr w:type="spellStart"/>
      <w:r w:rsidR="00E65551">
        <w:rPr>
          <w:rFonts w:ascii="Arial" w:hAnsi="Arial" w:cs="Arial"/>
        </w:rPr>
        <w:t>Leonia</w:t>
      </w:r>
      <w:proofErr w:type="spellEnd"/>
      <w:r w:rsidR="00E65551">
        <w:rPr>
          <w:rFonts w:ascii="Arial" w:hAnsi="Arial" w:cs="Arial"/>
        </w:rPr>
        <w:t xml:space="preserve"> Rada</w:t>
      </w:r>
      <w:r w:rsidR="00E65551">
        <w:rPr>
          <w:rFonts w:ascii="Arial" w:hAnsi="Arial" w:cs="Arial"/>
        </w:rPr>
        <w:t>, die mit ihrer Schuhmacherei den Prix Montagne 2024 gewonnen haben</w:t>
      </w:r>
      <w:r w:rsidR="00833E62">
        <w:rPr>
          <w:rFonts w:ascii="Arial" w:hAnsi="Arial" w:cs="Arial"/>
        </w:rPr>
        <w:t>.</w:t>
      </w:r>
    </w:p>
    <w:p w14:paraId="3B5A2D31" w14:textId="4D62669B" w:rsidR="0027320B" w:rsidRDefault="0027320B" w:rsidP="00E05ABC">
      <w:pPr>
        <w:spacing w:after="120" w:line="240" w:lineRule="auto"/>
        <w:ind w:left="1560" w:hanging="1560"/>
        <w:rPr>
          <w:rFonts w:ascii="Arial" w:hAnsi="Arial" w:cs="Arial"/>
        </w:rPr>
      </w:pPr>
      <w:r>
        <w:rPr>
          <w:rFonts w:ascii="Arial" w:hAnsi="Arial" w:cs="Arial"/>
        </w:rPr>
        <w:t xml:space="preserve">Bild </w:t>
      </w:r>
      <w:r w:rsidR="00A22674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 w:rsidR="0072152F">
        <w:rPr>
          <w:rFonts w:ascii="Arial" w:hAnsi="Arial" w:cs="Arial"/>
        </w:rPr>
        <w:t>Giancarlo</w:t>
      </w:r>
      <w:r w:rsidR="00E65551">
        <w:rPr>
          <w:rFonts w:ascii="Arial" w:hAnsi="Arial" w:cs="Arial"/>
        </w:rPr>
        <w:t xml:space="preserve"> </w:t>
      </w:r>
      <w:proofErr w:type="spellStart"/>
      <w:r w:rsidR="0072152F">
        <w:rPr>
          <w:rFonts w:ascii="Arial" w:hAnsi="Arial" w:cs="Arial"/>
        </w:rPr>
        <w:t>Pallioppi</w:t>
      </w:r>
      <w:proofErr w:type="spellEnd"/>
      <w:r w:rsidR="00E65551">
        <w:rPr>
          <w:rFonts w:ascii="Arial" w:hAnsi="Arial" w:cs="Arial"/>
        </w:rPr>
        <w:t xml:space="preserve"> vom Zauberwald Lenzerheide nimmt den Publikumspreis Prix Montagne von Belinda </w:t>
      </w:r>
      <w:r w:rsidR="0072152F">
        <w:rPr>
          <w:rFonts w:ascii="Arial" w:hAnsi="Arial" w:cs="Arial"/>
        </w:rPr>
        <w:t xml:space="preserve">Walther Weger, </w:t>
      </w:r>
      <w:r w:rsidR="00E65551">
        <w:rPr>
          <w:rFonts w:ascii="Arial" w:hAnsi="Arial" w:cs="Arial"/>
        </w:rPr>
        <w:t>Mobiliar</w:t>
      </w:r>
      <w:r w:rsidR="0072152F">
        <w:rPr>
          <w:rFonts w:ascii="Arial" w:hAnsi="Arial" w:cs="Arial"/>
        </w:rPr>
        <w:t xml:space="preserve"> Genossenschaft</w:t>
      </w:r>
      <w:r w:rsidR="00E65551">
        <w:rPr>
          <w:rFonts w:ascii="Arial" w:hAnsi="Arial" w:cs="Arial"/>
        </w:rPr>
        <w:t xml:space="preserve">, </w:t>
      </w:r>
      <w:r w:rsidR="0072152F">
        <w:rPr>
          <w:rFonts w:ascii="Arial" w:hAnsi="Arial" w:cs="Arial"/>
        </w:rPr>
        <w:t>entgegen</w:t>
      </w:r>
      <w:r w:rsidR="00E65551">
        <w:rPr>
          <w:rFonts w:ascii="Arial" w:hAnsi="Arial" w:cs="Arial"/>
        </w:rPr>
        <w:t>.</w:t>
      </w:r>
    </w:p>
    <w:p w14:paraId="0D847DC1" w14:textId="07741E24" w:rsidR="0027320B" w:rsidRDefault="0027320B" w:rsidP="00E05ABC">
      <w:pPr>
        <w:spacing w:after="120" w:line="240" w:lineRule="auto"/>
        <w:ind w:left="1560" w:hanging="1560"/>
        <w:rPr>
          <w:rFonts w:ascii="Arial" w:hAnsi="Arial" w:cs="Arial"/>
        </w:rPr>
      </w:pPr>
      <w:r>
        <w:rPr>
          <w:rFonts w:ascii="Arial" w:hAnsi="Arial" w:cs="Arial"/>
        </w:rPr>
        <w:t>Bild</w:t>
      </w:r>
      <w:r w:rsidR="00E65551">
        <w:rPr>
          <w:rFonts w:ascii="Arial" w:hAnsi="Arial" w:cs="Arial"/>
        </w:rPr>
        <w:t>er</w:t>
      </w:r>
      <w:r>
        <w:rPr>
          <w:rFonts w:ascii="Arial" w:hAnsi="Arial" w:cs="Arial"/>
        </w:rPr>
        <w:t xml:space="preserve"> </w:t>
      </w:r>
      <w:r w:rsidR="00A22674">
        <w:rPr>
          <w:rFonts w:ascii="Arial" w:hAnsi="Arial" w:cs="Arial"/>
        </w:rPr>
        <w:t>5</w:t>
      </w:r>
      <w:r w:rsidR="00E65551">
        <w:rPr>
          <w:rFonts w:ascii="Arial" w:hAnsi="Arial" w:cs="Arial"/>
        </w:rPr>
        <w:t xml:space="preserve"> und 6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 w:rsidR="00E65551">
        <w:rPr>
          <w:rFonts w:ascii="Arial" w:hAnsi="Arial" w:cs="Arial"/>
        </w:rPr>
        <w:t xml:space="preserve">Sie haben am meisten Stimmen gesammelt: </w:t>
      </w:r>
      <w:r w:rsidR="00E65551">
        <w:rPr>
          <w:rFonts w:ascii="Arial" w:hAnsi="Arial" w:cs="Arial"/>
        </w:rPr>
        <w:t>Die Truppe vom Lichtspektakel Zauberwald in Lenzerheide/GR</w:t>
      </w:r>
      <w:r w:rsidR="00555E46">
        <w:rPr>
          <w:rFonts w:ascii="Arial" w:hAnsi="Arial" w:cs="Arial"/>
        </w:rPr>
        <w:t>.</w:t>
      </w:r>
    </w:p>
    <w:p w14:paraId="3C556AFE" w14:textId="73945111" w:rsidR="005F7010" w:rsidRDefault="005F7010" w:rsidP="005F7010">
      <w:pPr>
        <w:spacing w:after="120" w:line="240" w:lineRule="auto"/>
        <w:ind w:left="1560" w:hanging="1560"/>
        <w:rPr>
          <w:rFonts w:ascii="Arial" w:hAnsi="Arial" w:cs="Arial"/>
        </w:rPr>
      </w:pPr>
      <w:r>
        <w:rPr>
          <w:rFonts w:ascii="Arial" w:hAnsi="Arial" w:cs="Arial"/>
        </w:rPr>
        <w:t xml:space="preserve">Bild 07: </w:t>
      </w:r>
      <w:r>
        <w:rPr>
          <w:rFonts w:ascii="Arial" w:hAnsi="Arial" w:cs="Arial"/>
        </w:rPr>
        <w:tab/>
      </w:r>
      <w:r w:rsidR="00F443D3">
        <w:rPr>
          <w:rFonts w:ascii="Arial" w:hAnsi="Arial" w:cs="Arial"/>
        </w:rPr>
        <w:t>Nominiert für den Prix Montagne 202</w:t>
      </w:r>
      <w:r w:rsidR="00FF2C3D">
        <w:rPr>
          <w:rFonts w:ascii="Arial" w:hAnsi="Arial" w:cs="Arial"/>
        </w:rPr>
        <w:t>4</w:t>
      </w:r>
      <w:r w:rsidR="00F443D3">
        <w:rPr>
          <w:rFonts w:ascii="Arial" w:hAnsi="Arial" w:cs="Arial"/>
        </w:rPr>
        <w:t xml:space="preserve">: </w:t>
      </w:r>
      <w:proofErr w:type="spellStart"/>
      <w:r w:rsidR="00652092">
        <w:rPr>
          <w:rFonts w:ascii="Arial" w:hAnsi="Arial" w:cs="Arial"/>
        </w:rPr>
        <w:t>Butia</w:t>
      </w:r>
      <w:proofErr w:type="spellEnd"/>
      <w:r w:rsidR="00652092">
        <w:rPr>
          <w:rFonts w:ascii="Arial" w:hAnsi="Arial" w:cs="Arial"/>
        </w:rPr>
        <w:t xml:space="preserve"> </w:t>
      </w:r>
      <w:proofErr w:type="spellStart"/>
      <w:r w:rsidR="00652092">
        <w:rPr>
          <w:rFonts w:ascii="Arial" w:hAnsi="Arial" w:cs="Arial"/>
        </w:rPr>
        <w:t>Ramosch</w:t>
      </w:r>
      <w:proofErr w:type="spellEnd"/>
      <w:r w:rsidR="00652092">
        <w:rPr>
          <w:rFonts w:ascii="Arial" w:hAnsi="Arial" w:cs="Arial"/>
        </w:rPr>
        <w:t xml:space="preserve"> aus </w:t>
      </w:r>
      <w:proofErr w:type="spellStart"/>
      <w:r w:rsidR="00652092">
        <w:rPr>
          <w:rFonts w:ascii="Arial" w:hAnsi="Arial" w:cs="Arial"/>
        </w:rPr>
        <w:t>Ramosch</w:t>
      </w:r>
      <w:proofErr w:type="spellEnd"/>
      <w:r w:rsidR="00F443D3">
        <w:rPr>
          <w:rFonts w:ascii="Arial" w:hAnsi="Arial" w:cs="Arial"/>
        </w:rPr>
        <w:t>/</w:t>
      </w:r>
      <w:r w:rsidR="00652092">
        <w:rPr>
          <w:rFonts w:ascii="Arial" w:hAnsi="Arial" w:cs="Arial"/>
        </w:rPr>
        <w:t>GR</w:t>
      </w:r>
      <w:r w:rsidR="00F443D3">
        <w:rPr>
          <w:rFonts w:ascii="Arial" w:hAnsi="Arial" w:cs="Arial"/>
        </w:rPr>
        <w:t>.</w:t>
      </w:r>
    </w:p>
    <w:p w14:paraId="20DFB1AE" w14:textId="3AD775C1" w:rsidR="000C0CE2" w:rsidRDefault="000C0CE2" w:rsidP="005F7010">
      <w:pPr>
        <w:spacing w:after="120" w:line="240" w:lineRule="auto"/>
        <w:ind w:left="1560" w:hanging="1560"/>
        <w:rPr>
          <w:rFonts w:ascii="Arial" w:hAnsi="Arial" w:cs="Arial"/>
        </w:rPr>
      </w:pPr>
      <w:r>
        <w:rPr>
          <w:rFonts w:ascii="Arial" w:hAnsi="Arial" w:cs="Arial"/>
        </w:rPr>
        <w:t>Bild 08:</w:t>
      </w:r>
      <w:r w:rsidR="00A412DD">
        <w:rPr>
          <w:rFonts w:ascii="Arial" w:hAnsi="Arial" w:cs="Arial"/>
        </w:rPr>
        <w:tab/>
      </w:r>
      <w:r w:rsidR="00F443D3">
        <w:rPr>
          <w:rFonts w:ascii="Arial" w:hAnsi="Arial" w:cs="Arial"/>
        </w:rPr>
        <w:t>Nominiert für den Prix Montagne 202</w:t>
      </w:r>
      <w:r w:rsidR="00FF2C3D">
        <w:rPr>
          <w:rFonts w:ascii="Arial" w:hAnsi="Arial" w:cs="Arial"/>
        </w:rPr>
        <w:t>4</w:t>
      </w:r>
      <w:r w:rsidR="00F443D3">
        <w:rPr>
          <w:rFonts w:ascii="Arial" w:hAnsi="Arial" w:cs="Arial"/>
        </w:rPr>
        <w:t xml:space="preserve">: </w:t>
      </w:r>
      <w:r w:rsidR="00652092">
        <w:rPr>
          <w:rFonts w:ascii="Arial" w:hAnsi="Arial" w:cs="Arial"/>
        </w:rPr>
        <w:t>«</w:t>
      </w:r>
      <w:proofErr w:type="spellStart"/>
      <w:r w:rsidR="00652092">
        <w:rPr>
          <w:rFonts w:ascii="Arial" w:hAnsi="Arial" w:cs="Arial"/>
        </w:rPr>
        <w:t>Graines</w:t>
      </w:r>
      <w:proofErr w:type="spellEnd"/>
      <w:r w:rsidR="00652092">
        <w:rPr>
          <w:rFonts w:ascii="Arial" w:hAnsi="Arial" w:cs="Arial"/>
        </w:rPr>
        <w:t xml:space="preserve"> de </w:t>
      </w:r>
      <w:proofErr w:type="spellStart"/>
      <w:r w:rsidR="00652092">
        <w:rPr>
          <w:rFonts w:ascii="Arial" w:hAnsi="Arial" w:cs="Arial"/>
        </w:rPr>
        <w:t>pays</w:t>
      </w:r>
      <w:proofErr w:type="spellEnd"/>
      <w:r w:rsidR="00652092">
        <w:rPr>
          <w:rFonts w:ascii="Arial" w:hAnsi="Arial" w:cs="Arial"/>
        </w:rPr>
        <w:t xml:space="preserve">» aus </w:t>
      </w:r>
      <w:proofErr w:type="spellStart"/>
      <w:r w:rsidR="00652092">
        <w:rPr>
          <w:rFonts w:ascii="Arial" w:hAnsi="Arial" w:cs="Arial"/>
        </w:rPr>
        <w:t>Courtételle</w:t>
      </w:r>
      <w:proofErr w:type="spellEnd"/>
      <w:r w:rsidR="00652092">
        <w:rPr>
          <w:rFonts w:ascii="Arial" w:hAnsi="Arial" w:cs="Arial"/>
        </w:rPr>
        <w:t>/JU</w:t>
      </w:r>
      <w:r w:rsidR="00202711">
        <w:rPr>
          <w:rFonts w:ascii="Arial" w:hAnsi="Arial" w:cs="Arial"/>
        </w:rPr>
        <w:t xml:space="preserve">. </w:t>
      </w:r>
    </w:p>
    <w:p w14:paraId="46A2433E" w14:textId="629AC859" w:rsidR="000C0CE2" w:rsidRDefault="000C0CE2" w:rsidP="005F7010">
      <w:pPr>
        <w:spacing w:after="120" w:line="240" w:lineRule="auto"/>
        <w:ind w:left="1560" w:hanging="1560"/>
        <w:rPr>
          <w:rFonts w:ascii="Arial" w:hAnsi="Arial" w:cs="Arial"/>
        </w:rPr>
      </w:pPr>
      <w:r>
        <w:rPr>
          <w:rFonts w:ascii="Arial" w:hAnsi="Arial" w:cs="Arial"/>
        </w:rPr>
        <w:t>Bild 09:</w:t>
      </w:r>
      <w:r w:rsidR="00A412DD">
        <w:rPr>
          <w:rFonts w:ascii="Arial" w:hAnsi="Arial" w:cs="Arial"/>
        </w:rPr>
        <w:tab/>
      </w:r>
      <w:r w:rsidR="00202711">
        <w:rPr>
          <w:rFonts w:ascii="Arial" w:hAnsi="Arial" w:cs="Arial"/>
        </w:rPr>
        <w:t>Nominiert für den Prix Montagne 202</w:t>
      </w:r>
      <w:r w:rsidR="00FF2C3D">
        <w:rPr>
          <w:rFonts w:ascii="Arial" w:hAnsi="Arial" w:cs="Arial"/>
        </w:rPr>
        <w:t>4</w:t>
      </w:r>
      <w:r w:rsidR="00202711">
        <w:rPr>
          <w:rFonts w:ascii="Arial" w:hAnsi="Arial" w:cs="Arial"/>
        </w:rPr>
        <w:t xml:space="preserve">: </w:t>
      </w:r>
      <w:r w:rsidR="00C743FE">
        <w:rPr>
          <w:rFonts w:ascii="Arial" w:hAnsi="Arial" w:cs="Arial"/>
        </w:rPr>
        <w:t xml:space="preserve">LGS Board </w:t>
      </w:r>
      <w:proofErr w:type="spellStart"/>
      <w:r w:rsidR="00C743FE">
        <w:rPr>
          <w:rFonts w:ascii="Arial" w:hAnsi="Arial" w:cs="Arial"/>
        </w:rPr>
        <w:t>Manufacture</w:t>
      </w:r>
      <w:proofErr w:type="spellEnd"/>
      <w:r w:rsidR="00C743FE">
        <w:rPr>
          <w:rFonts w:ascii="Arial" w:hAnsi="Arial" w:cs="Arial"/>
        </w:rPr>
        <w:t xml:space="preserve"> aus Le </w:t>
      </w:r>
      <w:proofErr w:type="spellStart"/>
      <w:r w:rsidR="00C743FE">
        <w:rPr>
          <w:rFonts w:ascii="Arial" w:hAnsi="Arial" w:cs="Arial"/>
        </w:rPr>
        <w:t>Brassus</w:t>
      </w:r>
      <w:proofErr w:type="spellEnd"/>
      <w:r w:rsidR="00C743FE">
        <w:rPr>
          <w:rFonts w:ascii="Arial" w:hAnsi="Arial" w:cs="Arial"/>
        </w:rPr>
        <w:t>/VD</w:t>
      </w:r>
      <w:r w:rsidR="007B08C5">
        <w:rPr>
          <w:rFonts w:ascii="Arial" w:hAnsi="Arial" w:cs="Arial"/>
        </w:rPr>
        <w:t>.</w:t>
      </w:r>
    </w:p>
    <w:p w14:paraId="6B830353" w14:textId="64B2920C" w:rsidR="007B08C5" w:rsidRDefault="007B08C5" w:rsidP="005F7010">
      <w:pPr>
        <w:spacing w:after="120" w:line="240" w:lineRule="auto"/>
        <w:ind w:left="1560" w:hanging="1560"/>
        <w:rPr>
          <w:rFonts w:ascii="Arial" w:hAnsi="Arial" w:cs="Arial"/>
        </w:rPr>
      </w:pPr>
      <w:r>
        <w:rPr>
          <w:rFonts w:ascii="Arial" w:hAnsi="Arial" w:cs="Arial"/>
        </w:rPr>
        <w:t>Bild 10:</w:t>
      </w:r>
      <w:r>
        <w:rPr>
          <w:rFonts w:ascii="Arial" w:hAnsi="Arial" w:cs="Arial"/>
        </w:rPr>
        <w:tab/>
        <w:t>Nominiert für den Prix Montagne 202</w:t>
      </w:r>
      <w:r w:rsidR="00FF2C3D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: </w:t>
      </w:r>
      <w:proofErr w:type="spellStart"/>
      <w:r w:rsidR="00FF2C3D">
        <w:rPr>
          <w:rFonts w:ascii="Arial" w:hAnsi="Arial" w:cs="Arial"/>
        </w:rPr>
        <w:t>Ostello</w:t>
      </w:r>
      <w:proofErr w:type="spellEnd"/>
      <w:r w:rsidR="00FF2C3D">
        <w:rPr>
          <w:rFonts w:ascii="Arial" w:hAnsi="Arial" w:cs="Arial"/>
        </w:rPr>
        <w:t xml:space="preserve"> </w:t>
      </w:r>
      <w:proofErr w:type="spellStart"/>
      <w:r w:rsidR="00FF2C3D">
        <w:rPr>
          <w:rFonts w:ascii="Arial" w:hAnsi="Arial" w:cs="Arial"/>
        </w:rPr>
        <w:t>diffuso</w:t>
      </w:r>
      <w:proofErr w:type="spellEnd"/>
      <w:r w:rsidR="00FF2C3D">
        <w:rPr>
          <w:rFonts w:ascii="Arial" w:hAnsi="Arial" w:cs="Arial"/>
        </w:rPr>
        <w:t xml:space="preserve"> «Wild Valley» aus </w:t>
      </w:r>
      <w:proofErr w:type="spellStart"/>
      <w:r w:rsidR="00FF2C3D">
        <w:rPr>
          <w:rFonts w:ascii="Arial" w:hAnsi="Arial" w:cs="Arial"/>
        </w:rPr>
        <w:t>Auressio</w:t>
      </w:r>
      <w:proofErr w:type="spellEnd"/>
      <w:r w:rsidR="00FF2C3D">
        <w:rPr>
          <w:rFonts w:ascii="Arial" w:hAnsi="Arial" w:cs="Arial"/>
        </w:rPr>
        <w:t>/TI</w:t>
      </w:r>
      <w:r w:rsidR="008B40F7">
        <w:rPr>
          <w:rFonts w:ascii="Arial" w:hAnsi="Arial" w:cs="Arial"/>
        </w:rPr>
        <w:t>.</w:t>
      </w:r>
    </w:p>
    <w:p w14:paraId="0FC0C720" w14:textId="77777777" w:rsidR="0027320B" w:rsidRPr="00C34D34" w:rsidRDefault="0027320B" w:rsidP="0027320B">
      <w:pPr>
        <w:tabs>
          <w:tab w:val="left" w:pos="1134"/>
        </w:tabs>
        <w:spacing w:line="300" w:lineRule="exact"/>
        <w:rPr>
          <w:rFonts w:ascii="Arial" w:hAnsi="Arial" w:cs="Arial"/>
        </w:rPr>
      </w:pPr>
    </w:p>
    <w:p w14:paraId="71A3CAEC" w14:textId="77777777" w:rsidR="0027320B" w:rsidRDefault="0027320B" w:rsidP="0027320B">
      <w:pPr>
        <w:tabs>
          <w:tab w:val="left" w:pos="851"/>
        </w:tabs>
        <w:spacing w:line="300" w:lineRule="exact"/>
        <w:ind w:left="1560" w:hanging="15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Bilder für redaktionelle Zwecke zur freien Verwendung.</w:t>
      </w:r>
    </w:p>
    <w:p w14:paraId="040FFA2A" w14:textId="7FFC8771" w:rsidR="0027320B" w:rsidRDefault="001E410E" w:rsidP="0027320B">
      <w:pPr>
        <w:tabs>
          <w:tab w:val="left" w:pos="1134"/>
          <w:tab w:val="left" w:pos="3261"/>
        </w:tabs>
        <w:spacing w:line="300" w:lineRule="exact"/>
        <w:ind w:left="1560" w:hanging="1560"/>
        <w:rPr>
          <w:rFonts w:ascii="Arial" w:hAnsi="Arial" w:cs="Arial"/>
        </w:rPr>
      </w:pPr>
      <w:r>
        <w:rPr>
          <w:rFonts w:ascii="Arial" w:hAnsi="Arial" w:cs="Arial"/>
        </w:rPr>
        <w:t xml:space="preserve">Bildquelle: </w:t>
      </w:r>
      <w:r w:rsidR="000C0CE2">
        <w:rPr>
          <w:rFonts w:ascii="Arial" w:hAnsi="Arial" w:cs="Arial"/>
        </w:rPr>
        <w:t>Max Hugelshofer</w:t>
      </w:r>
      <w:r w:rsidR="0027320B">
        <w:rPr>
          <w:rFonts w:ascii="Arial" w:hAnsi="Arial" w:cs="Arial"/>
        </w:rPr>
        <w:t>,</w:t>
      </w:r>
      <w:r w:rsidR="00B843A3">
        <w:rPr>
          <w:rFonts w:ascii="Arial" w:hAnsi="Arial" w:cs="Arial"/>
        </w:rPr>
        <w:t xml:space="preserve"> </w:t>
      </w:r>
      <w:r w:rsidR="0027320B">
        <w:rPr>
          <w:rFonts w:ascii="Arial" w:hAnsi="Arial" w:cs="Arial"/>
        </w:rPr>
        <w:t>Schweizer Berghilfe</w:t>
      </w:r>
    </w:p>
    <w:p w14:paraId="44CC6EE0" w14:textId="639AEB42" w:rsidR="0027320B" w:rsidRDefault="0027320B" w:rsidP="0027320B">
      <w:pPr>
        <w:tabs>
          <w:tab w:val="left" w:pos="426"/>
        </w:tabs>
        <w:ind w:right="-28"/>
        <w:rPr>
          <w:rFonts w:ascii="Arial" w:hAnsi="Arial" w:cs="Arial"/>
        </w:rPr>
      </w:pPr>
      <w:r>
        <w:rPr>
          <w:rFonts w:ascii="Arial" w:hAnsi="Arial" w:cs="Arial"/>
          <w:color w:val="000000"/>
        </w:rPr>
        <w:sym w:font="Wingdings" w:char="F0E8"/>
      </w:r>
      <w:r>
        <w:rPr>
          <w:rFonts w:ascii="Arial" w:hAnsi="Arial" w:cs="Arial"/>
          <w:color w:val="000000"/>
        </w:rPr>
        <w:tab/>
        <w:t xml:space="preserve">Medienmitteilung und Bilder als Download: </w:t>
      </w:r>
      <w:hyperlink r:id="rId12" w:history="1">
        <w:r w:rsidR="001D4DF5" w:rsidRPr="00333291">
          <w:rPr>
            <w:rStyle w:val="Hyperlink"/>
            <w:rFonts w:ascii="Arial" w:eastAsiaTheme="majorEastAsia" w:hAnsi="Arial" w:cs="Arial"/>
          </w:rPr>
          <w:t>www.prixmontagne.ch/medien</w:t>
        </w:r>
      </w:hyperlink>
    </w:p>
    <w:p w14:paraId="6110DDB9" w14:textId="77777777" w:rsidR="0027320B" w:rsidRPr="00A51585" w:rsidRDefault="0027320B" w:rsidP="0027320B">
      <w:pPr>
        <w:spacing w:line="300" w:lineRule="exact"/>
        <w:ind w:right="1103"/>
        <w:outlineLvl w:val="0"/>
        <w:rPr>
          <w:rFonts w:ascii="Arial" w:hAnsi="Arial" w:cs="Arial"/>
          <w:b/>
        </w:rPr>
      </w:pPr>
      <w:r w:rsidRPr="00A51585">
        <w:rPr>
          <w:rFonts w:ascii="Arial" w:hAnsi="Arial" w:cs="Arial"/>
          <w:b/>
        </w:rPr>
        <w:t>Für weitere Informationen:</w:t>
      </w:r>
    </w:p>
    <w:p w14:paraId="32111A47" w14:textId="695F794F" w:rsidR="00A17B21" w:rsidRPr="000F6531" w:rsidRDefault="00F50AA6" w:rsidP="000F6531">
      <w:pPr>
        <w:spacing w:after="0" w:line="240" w:lineRule="auto"/>
        <w:ind w:left="705" w:hanging="705"/>
        <w:rPr>
          <w:color w:val="000000" w:themeColor="text1"/>
          <w:szCs w:val="21"/>
        </w:rPr>
      </w:pPr>
      <w:r w:rsidRPr="00F50AA6">
        <w:rPr>
          <w:color w:val="000000" w:themeColor="text1"/>
          <w:szCs w:val="21"/>
        </w:rPr>
        <w:t>Lukas Ziegler</w:t>
      </w:r>
      <w:r w:rsidR="00014748" w:rsidRPr="00F50AA6">
        <w:rPr>
          <w:color w:val="000000" w:themeColor="text1"/>
          <w:szCs w:val="21"/>
        </w:rPr>
        <w:t xml:space="preserve">, </w:t>
      </w:r>
      <w:r w:rsidR="006D52CE" w:rsidRPr="00F50AA6">
        <w:rPr>
          <w:color w:val="000000" w:themeColor="text1"/>
          <w:szCs w:val="21"/>
        </w:rPr>
        <w:t>T</w:t>
      </w:r>
      <w:r w:rsidR="00733AB6" w:rsidRPr="00F50AA6">
        <w:rPr>
          <w:color w:val="000000" w:themeColor="text1"/>
          <w:szCs w:val="21"/>
        </w:rPr>
        <w:t xml:space="preserve"> 044 712 60 55, </w:t>
      </w:r>
      <w:hyperlink r:id="rId13" w:history="1">
        <w:r w:rsidRPr="00F50AA6">
          <w:rPr>
            <w:rStyle w:val="Hyperlink"/>
            <w:szCs w:val="21"/>
          </w:rPr>
          <w:t>lukas.ziegler@berghilfe.ch</w:t>
        </w:r>
      </w:hyperlink>
      <w:r w:rsidR="009A4679" w:rsidRPr="00F50AA6">
        <w:rPr>
          <w:color w:val="000000" w:themeColor="text1"/>
          <w:szCs w:val="21"/>
        </w:rPr>
        <w:t xml:space="preserve"> </w:t>
      </w:r>
    </w:p>
    <w:sectPr w:rsidR="00A17B21" w:rsidRPr="000F6531" w:rsidSect="00FF5D76">
      <w:footerReference w:type="default" r:id="rId14"/>
      <w:headerReference w:type="first" r:id="rId15"/>
      <w:footerReference w:type="first" r:id="rId16"/>
      <w:pgSz w:w="11906" w:h="16838" w:code="9"/>
      <w:pgMar w:top="1328" w:right="1558" w:bottom="1985" w:left="1588" w:header="720" w:footer="53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DE65AC" w14:textId="77777777" w:rsidR="00425B2C" w:rsidRDefault="00425B2C" w:rsidP="00DA2AF8">
      <w:r>
        <w:separator/>
      </w:r>
    </w:p>
    <w:p w14:paraId="03EF2EDD" w14:textId="77777777" w:rsidR="00425B2C" w:rsidRDefault="00425B2C" w:rsidP="00DA2AF8"/>
    <w:p w14:paraId="09E58152" w14:textId="77777777" w:rsidR="00425B2C" w:rsidRDefault="00425B2C" w:rsidP="00DA2AF8"/>
  </w:endnote>
  <w:endnote w:type="continuationSeparator" w:id="0">
    <w:p w14:paraId="1E1C8962" w14:textId="77777777" w:rsidR="00425B2C" w:rsidRDefault="00425B2C" w:rsidP="00DA2AF8">
      <w:r>
        <w:continuationSeparator/>
      </w:r>
    </w:p>
    <w:p w14:paraId="47CF48F8" w14:textId="77777777" w:rsidR="00425B2C" w:rsidRDefault="00425B2C" w:rsidP="00DA2AF8"/>
    <w:p w14:paraId="762F4029" w14:textId="77777777" w:rsidR="00425B2C" w:rsidRDefault="00425B2C" w:rsidP="00DA2AF8"/>
  </w:endnote>
  <w:endnote w:type="continuationNotice" w:id="1">
    <w:p w14:paraId="34E22D02" w14:textId="77777777" w:rsidR="00425B2C" w:rsidRDefault="00425B2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ra No2 Light">
    <w:panose1 w:val="020B0604020202020204"/>
    <w:charset w:val="00"/>
    <w:family w:val="modern"/>
    <w:notTrueType/>
    <w:pitch w:val="variable"/>
    <w:sig w:usb0="A00000EF" w:usb1="5001207B" w:usb2="00000000" w:usb3="00000000" w:csb0="00000093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54673316"/>
      <w:docPartObj>
        <w:docPartGallery w:val="Page Numbers (Bottom of Page)"/>
        <w:docPartUnique/>
      </w:docPartObj>
    </w:sdtPr>
    <w:sdtContent>
      <w:p w14:paraId="361CF121" w14:textId="5097E8BB" w:rsidR="00E5726B" w:rsidRDefault="00E5726B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672" w:rsidRPr="001E1672">
          <w:rPr>
            <w:noProof/>
            <w:lang w:val="de-DE"/>
          </w:rPr>
          <w:t>2</w:t>
        </w:r>
        <w:r>
          <w:fldChar w:fldCharType="end"/>
        </w:r>
      </w:p>
    </w:sdtContent>
  </w:sdt>
  <w:p w14:paraId="210BD028" w14:textId="30D147B1" w:rsidR="00FF5D76" w:rsidRPr="00A315BB" w:rsidRDefault="00FF5D76" w:rsidP="00FF5D76">
    <w:pPr>
      <w:pStyle w:val="Fuzeile"/>
      <w:tabs>
        <w:tab w:val="left" w:pos="1843"/>
      </w:tabs>
      <w:rPr>
        <w:sz w:val="18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67008193"/>
      <w:docPartObj>
        <w:docPartGallery w:val="Page Numbers (Bottom of Page)"/>
        <w:docPartUnique/>
      </w:docPartObj>
    </w:sdtPr>
    <w:sdtContent>
      <w:p w14:paraId="6DF0D9B6" w14:textId="5D435524" w:rsidR="009509DF" w:rsidRDefault="009509DF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235F" w:rsidRPr="00C1235F">
          <w:rPr>
            <w:noProof/>
            <w:lang w:val="de-DE"/>
          </w:rPr>
          <w:t>1</w:t>
        </w:r>
        <w:r>
          <w:fldChar w:fldCharType="end"/>
        </w:r>
      </w:p>
    </w:sdtContent>
  </w:sdt>
  <w:p w14:paraId="14DBBFE8" w14:textId="782CE8EE" w:rsidR="00FF5D76" w:rsidRPr="00A315BB" w:rsidRDefault="00FF5D76" w:rsidP="00FF5D76">
    <w:pPr>
      <w:pStyle w:val="Fuzeile"/>
      <w:tabs>
        <w:tab w:val="left" w:pos="1843"/>
      </w:tabs>
      <w:rPr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48F8C" w14:textId="77777777" w:rsidR="00425B2C" w:rsidRDefault="00425B2C" w:rsidP="00DA2AF8">
      <w:r>
        <w:separator/>
      </w:r>
    </w:p>
    <w:p w14:paraId="4C43CF0A" w14:textId="77777777" w:rsidR="00425B2C" w:rsidRDefault="00425B2C" w:rsidP="00DA2AF8"/>
    <w:p w14:paraId="606AA306" w14:textId="77777777" w:rsidR="00425B2C" w:rsidRDefault="00425B2C" w:rsidP="00DA2AF8"/>
  </w:footnote>
  <w:footnote w:type="continuationSeparator" w:id="0">
    <w:p w14:paraId="0743ADF9" w14:textId="77777777" w:rsidR="00425B2C" w:rsidRDefault="00425B2C" w:rsidP="00DA2AF8">
      <w:r>
        <w:continuationSeparator/>
      </w:r>
    </w:p>
    <w:p w14:paraId="4A75CEFF" w14:textId="77777777" w:rsidR="00425B2C" w:rsidRDefault="00425B2C" w:rsidP="00DA2AF8"/>
    <w:p w14:paraId="2492E68D" w14:textId="77777777" w:rsidR="00425B2C" w:rsidRDefault="00425B2C" w:rsidP="00DA2AF8"/>
  </w:footnote>
  <w:footnote w:type="continuationNotice" w:id="1">
    <w:p w14:paraId="469FFE8E" w14:textId="77777777" w:rsidR="00425B2C" w:rsidRDefault="00425B2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lenraster"/>
      <w:tblpPr w:leftFromText="142" w:rightFromText="142" w:vertAnchor="text" w:horzAnchor="margin" w:tblpY="1135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750"/>
    </w:tblGrid>
    <w:tr w:rsidR="00050836" w14:paraId="2B880327" w14:textId="77777777" w:rsidTr="00050836">
      <w:trPr>
        <w:trHeight w:val="794"/>
      </w:trPr>
      <w:tc>
        <w:tcPr>
          <w:tcW w:w="8750" w:type="dxa"/>
        </w:tcPr>
        <w:p w14:paraId="130E6D69" w14:textId="77777777" w:rsidR="00050836" w:rsidRDefault="00050836" w:rsidP="00050836">
          <w:pPr>
            <w:pStyle w:val="Kopfzeile"/>
          </w:pPr>
        </w:p>
      </w:tc>
    </w:tr>
  </w:tbl>
  <w:p w14:paraId="1BEDB6E0" w14:textId="050E9466" w:rsidR="003B1AA7" w:rsidRDefault="00DC3053" w:rsidP="00DA2AF8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8240" behindDoc="0" locked="0" layoutInCell="1" allowOverlap="1" wp14:anchorId="1B5FADA7" wp14:editId="6BEF478E">
          <wp:simplePos x="0" y="0"/>
          <wp:positionH relativeFrom="column">
            <wp:posOffset>-417830</wp:posOffset>
          </wp:positionH>
          <wp:positionV relativeFrom="paragraph">
            <wp:posOffset>0</wp:posOffset>
          </wp:positionV>
          <wp:extent cx="1714442" cy="549952"/>
          <wp:effectExtent l="0" t="0" r="635" b="254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ix_Montagne_Logo_RGB_Felsgrau_dunke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442" cy="5499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16795"/>
    <w:multiLevelType w:val="multilevel"/>
    <w:tmpl w:val="7DEC44B2"/>
    <w:lvl w:ilvl="0">
      <w:start w:val="1"/>
      <w:numFmt w:val="decimal"/>
      <w:pStyle w:val="Listenabsatz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77"/>
        </w:tabs>
        <w:ind w:left="1344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44"/>
        </w:tabs>
        <w:ind w:left="2024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81"/>
        </w:tabs>
        <w:ind w:left="293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32"/>
        </w:tabs>
        <w:ind w:left="4009" w:hanging="107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85"/>
        </w:tabs>
        <w:ind w:left="4576" w:hanging="119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52"/>
        </w:tabs>
        <w:ind w:left="5313" w:hanging="1361"/>
      </w:pPr>
      <w:rPr>
        <w:rFonts w:hint="default"/>
      </w:rPr>
    </w:lvl>
    <w:lvl w:ilvl="7">
      <w:start w:val="1"/>
      <w:numFmt w:val="decimal"/>
      <w:lvlText w:val="%1.%2.%3.%4.%5.%6.%8"/>
      <w:lvlJc w:val="left"/>
      <w:pPr>
        <w:tabs>
          <w:tab w:val="num" w:pos="4519"/>
        </w:tabs>
        <w:ind w:left="5880" w:hanging="1361"/>
      </w:pPr>
      <w:rPr>
        <w:rFonts w:hint="default"/>
      </w:rPr>
    </w:lvl>
    <w:lvl w:ilvl="8">
      <w:start w:val="1"/>
      <w:numFmt w:val="decimal"/>
      <w:lvlText w:val="%1.%2.%3.%4.%5.%6.%9"/>
      <w:lvlJc w:val="left"/>
      <w:pPr>
        <w:tabs>
          <w:tab w:val="num" w:pos="5086"/>
        </w:tabs>
        <w:ind w:left="6447" w:hanging="1361"/>
      </w:pPr>
      <w:rPr>
        <w:rFonts w:hint="default"/>
      </w:rPr>
    </w:lvl>
  </w:abstractNum>
  <w:abstractNum w:abstractNumId="1" w15:restartNumberingAfterBreak="0">
    <w:nsid w:val="08DF1548"/>
    <w:multiLevelType w:val="hybridMultilevel"/>
    <w:tmpl w:val="22C8AE7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70584"/>
    <w:multiLevelType w:val="multilevel"/>
    <w:tmpl w:val="0809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C0E003D"/>
    <w:multiLevelType w:val="hybridMultilevel"/>
    <w:tmpl w:val="8CE0FE3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425922"/>
    <w:multiLevelType w:val="multilevel"/>
    <w:tmpl w:val="F1748E76"/>
    <w:lvl w:ilvl="0">
      <w:start w:val="1"/>
      <w:numFmt w:val="bullet"/>
      <w:lvlText w:val=""/>
      <w:lvlJc w:val="left"/>
      <w:pPr>
        <w:ind w:left="142" w:hanging="142"/>
      </w:pPr>
      <w:rPr>
        <w:rFonts w:ascii="Symbol" w:hAnsi="Symbol" w:hint="default"/>
      </w:rPr>
    </w:lvl>
    <w:lvl w:ilvl="1">
      <w:start w:val="1"/>
      <w:numFmt w:val="bullet"/>
      <w:lvlText w:val="‒"/>
      <w:lvlJc w:val="left"/>
      <w:pPr>
        <w:ind w:left="284" w:hanging="142"/>
      </w:pPr>
      <w:rPr>
        <w:rFonts w:ascii="Arial" w:hAnsi="Arial" w:hint="default"/>
      </w:rPr>
    </w:lvl>
    <w:lvl w:ilvl="2">
      <w:start w:val="1"/>
      <w:numFmt w:val="bullet"/>
      <w:lvlText w:val="‒"/>
      <w:lvlJc w:val="left"/>
      <w:pPr>
        <w:ind w:left="426" w:hanging="142"/>
      </w:pPr>
      <w:rPr>
        <w:rFonts w:ascii="Arial" w:hAnsi="Arial" w:hint="default"/>
      </w:rPr>
    </w:lvl>
    <w:lvl w:ilvl="3">
      <w:start w:val="1"/>
      <w:numFmt w:val="bullet"/>
      <w:lvlText w:val="‒"/>
      <w:lvlJc w:val="left"/>
      <w:pPr>
        <w:ind w:left="568" w:hanging="142"/>
      </w:pPr>
      <w:rPr>
        <w:rFonts w:ascii="Arial" w:hAnsi="Arial" w:hint="default"/>
      </w:rPr>
    </w:lvl>
    <w:lvl w:ilvl="4">
      <w:start w:val="1"/>
      <w:numFmt w:val="bullet"/>
      <w:lvlText w:val="‒"/>
      <w:lvlJc w:val="left"/>
      <w:pPr>
        <w:ind w:left="710" w:hanging="142"/>
      </w:pPr>
      <w:rPr>
        <w:rFonts w:ascii="Arial" w:hAnsi="Arial" w:hint="default"/>
      </w:rPr>
    </w:lvl>
    <w:lvl w:ilvl="5">
      <w:start w:val="1"/>
      <w:numFmt w:val="bullet"/>
      <w:lvlText w:val="‒"/>
      <w:lvlJc w:val="left"/>
      <w:pPr>
        <w:ind w:left="852" w:hanging="142"/>
      </w:pPr>
      <w:rPr>
        <w:rFonts w:ascii="Arial" w:hAnsi="Arial" w:hint="default"/>
      </w:rPr>
    </w:lvl>
    <w:lvl w:ilvl="6">
      <w:start w:val="1"/>
      <w:numFmt w:val="bullet"/>
      <w:lvlText w:val="‒"/>
      <w:lvlJc w:val="left"/>
      <w:pPr>
        <w:ind w:left="994" w:hanging="142"/>
      </w:pPr>
      <w:rPr>
        <w:rFonts w:ascii="Arial" w:hAnsi="Arial" w:hint="default"/>
      </w:rPr>
    </w:lvl>
    <w:lvl w:ilvl="7">
      <w:start w:val="1"/>
      <w:numFmt w:val="bullet"/>
      <w:lvlText w:val="‒"/>
      <w:lvlJc w:val="left"/>
      <w:pPr>
        <w:ind w:left="1136" w:hanging="142"/>
      </w:pPr>
      <w:rPr>
        <w:rFonts w:ascii="Arial" w:hAnsi="Arial" w:hint="default"/>
      </w:rPr>
    </w:lvl>
    <w:lvl w:ilvl="8">
      <w:start w:val="1"/>
      <w:numFmt w:val="bullet"/>
      <w:lvlText w:val="‒"/>
      <w:lvlJc w:val="left"/>
      <w:pPr>
        <w:ind w:left="1278" w:hanging="142"/>
      </w:pPr>
      <w:rPr>
        <w:rFonts w:ascii="Arial" w:hAnsi="Arial" w:hint="default"/>
      </w:rPr>
    </w:lvl>
  </w:abstractNum>
  <w:abstractNum w:abstractNumId="5" w15:restartNumberingAfterBreak="0">
    <w:nsid w:val="29E32E64"/>
    <w:multiLevelType w:val="multilevel"/>
    <w:tmpl w:val="4176C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9E51CF0"/>
    <w:multiLevelType w:val="hybridMultilevel"/>
    <w:tmpl w:val="C90C8DB6"/>
    <w:lvl w:ilvl="0" w:tplc="F16E9AD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C33BFD"/>
    <w:multiLevelType w:val="hybridMultilevel"/>
    <w:tmpl w:val="537414CE"/>
    <w:lvl w:ilvl="0" w:tplc="1266413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CD6E69"/>
    <w:multiLevelType w:val="multilevel"/>
    <w:tmpl w:val="FCE0EAEE"/>
    <w:lvl w:ilvl="0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47866"/>
    <w:multiLevelType w:val="hybridMultilevel"/>
    <w:tmpl w:val="6054147A"/>
    <w:lvl w:ilvl="0" w:tplc="C2B88D8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2F1BB8"/>
    <w:multiLevelType w:val="hybridMultilevel"/>
    <w:tmpl w:val="7ECE0954"/>
    <w:lvl w:ilvl="0" w:tplc="4F2A528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9B2CDB"/>
    <w:multiLevelType w:val="multilevel"/>
    <w:tmpl w:val="F1748E76"/>
    <w:lvl w:ilvl="0">
      <w:start w:val="1"/>
      <w:numFmt w:val="bullet"/>
      <w:lvlText w:val=""/>
      <w:lvlJc w:val="left"/>
      <w:pPr>
        <w:ind w:left="142" w:hanging="142"/>
      </w:pPr>
      <w:rPr>
        <w:rFonts w:ascii="Symbol" w:hAnsi="Symbol" w:hint="default"/>
      </w:rPr>
    </w:lvl>
    <w:lvl w:ilvl="1">
      <w:start w:val="1"/>
      <w:numFmt w:val="bullet"/>
      <w:lvlText w:val="‒"/>
      <w:lvlJc w:val="left"/>
      <w:pPr>
        <w:ind w:left="284" w:hanging="142"/>
      </w:pPr>
      <w:rPr>
        <w:rFonts w:ascii="Arial" w:hAnsi="Arial" w:hint="default"/>
      </w:rPr>
    </w:lvl>
    <w:lvl w:ilvl="2">
      <w:start w:val="1"/>
      <w:numFmt w:val="bullet"/>
      <w:lvlText w:val="‒"/>
      <w:lvlJc w:val="left"/>
      <w:pPr>
        <w:ind w:left="426" w:hanging="142"/>
      </w:pPr>
      <w:rPr>
        <w:rFonts w:ascii="Arial" w:hAnsi="Arial" w:hint="default"/>
      </w:rPr>
    </w:lvl>
    <w:lvl w:ilvl="3">
      <w:start w:val="1"/>
      <w:numFmt w:val="bullet"/>
      <w:lvlText w:val="‒"/>
      <w:lvlJc w:val="left"/>
      <w:pPr>
        <w:ind w:left="568" w:hanging="142"/>
      </w:pPr>
      <w:rPr>
        <w:rFonts w:ascii="Arial" w:hAnsi="Arial" w:hint="default"/>
      </w:rPr>
    </w:lvl>
    <w:lvl w:ilvl="4">
      <w:start w:val="1"/>
      <w:numFmt w:val="bullet"/>
      <w:lvlText w:val="‒"/>
      <w:lvlJc w:val="left"/>
      <w:pPr>
        <w:ind w:left="710" w:hanging="142"/>
      </w:pPr>
      <w:rPr>
        <w:rFonts w:ascii="Arial" w:hAnsi="Arial" w:hint="default"/>
      </w:rPr>
    </w:lvl>
    <w:lvl w:ilvl="5">
      <w:start w:val="1"/>
      <w:numFmt w:val="bullet"/>
      <w:lvlText w:val="‒"/>
      <w:lvlJc w:val="left"/>
      <w:pPr>
        <w:ind w:left="852" w:hanging="142"/>
      </w:pPr>
      <w:rPr>
        <w:rFonts w:ascii="Arial" w:hAnsi="Arial" w:hint="default"/>
      </w:rPr>
    </w:lvl>
    <w:lvl w:ilvl="6">
      <w:start w:val="1"/>
      <w:numFmt w:val="bullet"/>
      <w:lvlText w:val="‒"/>
      <w:lvlJc w:val="left"/>
      <w:pPr>
        <w:ind w:left="994" w:hanging="142"/>
      </w:pPr>
      <w:rPr>
        <w:rFonts w:ascii="Arial" w:hAnsi="Arial" w:hint="default"/>
      </w:rPr>
    </w:lvl>
    <w:lvl w:ilvl="7">
      <w:start w:val="1"/>
      <w:numFmt w:val="bullet"/>
      <w:lvlText w:val="‒"/>
      <w:lvlJc w:val="left"/>
      <w:pPr>
        <w:ind w:left="1136" w:hanging="142"/>
      </w:pPr>
      <w:rPr>
        <w:rFonts w:ascii="Arial" w:hAnsi="Arial" w:hint="default"/>
      </w:rPr>
    </w:lvl>
    <w:lvl w:ilvl="8">
      <w:start w:val="1"/>
      <w:numFmt w:val="bullet"/>
      <w:lvlText w:val="‒"/>
      <w:lvlJc w:val="left"/>
      <w:pPr>
        <w:ind w:left="1278" w:hanging="142"/>
      </w:pPr>
      <w:rPr>
        <w:rFonts w:ascii="Arial" w:hAnsi="Arial" w:hint="default"/>
      </w:rPr>
    </w:lvl>
  </w:abstractNum>
  <w:abstractNum w:abstractNumId="12" w15:restartNumberingAfterBreak="0">
    <w:nsid w:val="75BD381F"/>
    <w:multiLevelType w:val="multilevel"/>
    <w:tmpl w:val="53FEAEF2"/>
    <w:lvl w:ilvl="0">
      <w:start w:val="1"/>
      <w:numFmt w:val="bullet"/>
      <w:pStyle w:val="ListBulletpoints"/>
      <w:lvlText w:val=""/>
      <w:lvlJc w:val="left"/>
      <w:pPr>
        <w:tabs>
          <w:tab w:val="num" w:pos="278"/>
        </w:tabs>
        <w:ind w:left="278" w:hanging="278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9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13" w15:restartNumberingAfterBreak="0">
    <w:nsid w:val="78070857"/>
    <w:multiLevelType w:val="multilevel"/>
    <w:tmpl w:val="2ABA8BD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9A9226B"/>
    <w:multiLevelType w:val="hybridMultilevel"/>
    <w:tmpl w:val="FCE0EAEE"/>
    <w:lvl w:ilvl="0" w:tplc="ABEA9AE0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247FFE"/>
    <w:multiLevelType w:val="hybridMultilevel"/>
    <w:tmpl w:val="1616A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2432400">
    <w:abstractNumId w:val="1"/>
  </w:num>
  <w:num w:numId="2" w16cid:durableId="1384720188">
    <w:abstractNumId w:val="0"/>
  </w:num>
  <w:num w:numId="3" w16cid:durableId="537862049">
    <w:abstractNumId w:val="3"/>
  </w:num>
  <w:num w:numId="4" w16cid:durableId="503713954">
    <w:abstractNumId w:val="9"/>
  </w:num>
  <w:num w:numId="5" w16cid:durableId="1174564122">
    <w:abstractNumId w:val="10"/>
  </w:num>
  <w:num w:numId="6" w16cid:durableId="1528641725">
    <w:abstractNumId w:val="12"/>
  </w:num>
  <w:num w:numId="7" w16cid:durableId="438532514">
    <w:abstractNumId w:val="13"/>
  </w:num>
  <w:num w:numId="8" w16cid:durableId="2135714218">
    <w:abstractNumId w:val="15"/>
  </w:num>
  <w:num w:numId="9" w16cid:durableId="1862428376">
    <w:abstractNumId w:val="6"/>
  </w:num>
  <w:num w:numId="10" w16cid:durableId="1806042200">
    <w:abstractNumId w:val="11"/>
  </w:num>
  <w:num w:numId="11" w16cid:durableId="630550052">
    <w:abstractNumId w:val="5"/>
  </w:num>
  <w:num w:numId="12" w16cid:durableId="714893281">
    <w:abstractNumId w:val="2"/>
  </w:num>
  <w:num w:numId="13" w16cid:durableId="1923903270">
    <w:abstractNumId w:val="12"/>
  </w:num>
  <w:num w:numId="14" w16cid:durableId="1196310043">
    <w:abstractNumId w:val="0"/>
  </w:num>
  <w:num w:numId="15" w16cid:durableId="1411464085">
    <w:abstractNumId w:val="4"/>
  </w:num>
  <w:num w:numId="16" w16cid:durableId="2003964966">
    <w:abstractNumId w:val="14"/>
  </w:num>
  <w:num w:numId="17" w16cid:durableId="1349678296">
    <w:abstractNumId w:val="8"/>
  </w:num>
  <w:num w:numId="18" w16cid:durableId="72391747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6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E4F"/>
    <w:rsid w:val="000042E7"/>
    <w:rsid w:val="000106CF"/>
    <w:rsid w:val="00014748"/>
    <w:rsid w:val="00014B51"/>
    <w:rsid w:val="00030A87"/>
    <w:rsid w:val="00031F7F"/>
    <w:rsid w:val="00032993"/>
    <w:rsid w:val="00033B1D"/>
    <w:rsid w:val="00035E62"/>
    <w:rsid w:val="000459E9"/>
    <w:rsid w:val="00050836"/>
    <w:rsid w:val="00057C92"/>
    <w:rsid w:val="0006033B"/>
    <w:rsid w:val="000613F0"/>
    <w:rsid w:val="00061C4F"/>
    <w:rsid w:val="000635BD"/>
    <w:rsid w:val="00071974"/>
    <w:rsid w:val="000755C1"/>
    <w:rsid w:val="0008290A"/>
    <w:rsid w:val="00092756"/>
    <w:rsid w:val="00096D69"/>
    <w:rsid w:val="00097D3F"/>
    <w:rsid w:val="000A2E47"/>
    <w:rsid w:val="000A73FB"/>
    <w:rsid w:val="000B5902"/>
    <w:rsid w:val="000C0CE2"/>
    <w:rsid w:val="000C1F4D"/>
    <w:rsid w:val="000C7067"/>
    <w:rsid w:val="000C7DF2"/>
    <w:rsid w:val="000D55B9"/>
    <w:rsid w:val="000E231C"/>
    <w:rsid w:val="000E2752"/>
    <w:rsid w:val="000E4DE7"/>
    <w:rsid w:val="000E7BFA"/>
    <w:rsid w:val="000F5491"/>
    <w:rsid w:val="000F6531"/>
    <w:rsid w:val="000F6662"/>
    <w:rsid w:val="0011458A"/>
    <w:rsid w:val="00126612"/>
    <w:rsid w:val="001273CB"/>
    <w:rsid w:val="001323B8"/>
    <w:rsid w:val="00133836"/>
    <w:rsid w:val="00133A29"/>
    <w:rsid w:val="00137CB5"/>
    <w:rsid w:val="00140CFB"/>
    <w:rsid w:val="001439F9"/>
    <w:rsid w:val="00144765"/>
    <w:rsid w:val="001460EB"/>
    <w:rsid w:val="0015317C"/>
    <w:rsid w:val="00155F23"/>
    <w:rsid w:val="00160F30"/>
    <w:rsid w:val="00164A11"/>
    <w:rsid w:val="0016651B"/>
    <w:rsid w:val="001743A4"/>
    <w:rsid w:val="00185F1F"/>
    <w:rsid w:val="00191142"/>
    <w:rsid w:val="001938FD"/>
    <w:rsid w:val="001A01C8"/>
    <w:rsid w:val="001A1362"/>
    <w:rsid w:val="001A628E"/>
    <w:rsid w:val="001B0A2D"/>
    <w:rsid w:val="001B1CD5"/>
    <w:rsid w:val="001C07E5"/>
    <w:rsid w:val="001C1A1A"/>
    <w:rsid w:val="001C5208"/>
    <w:rsid w:val="001D12DC"/>
    <w:rsid w:val="001D18DB"/>
    <w:rsid w:val="001D4DF5"/>
    <w:rsid w:val="001E1672"/>
    <w:rsid w:val="001E410E"/>
    <w:rsid w:val="001E5529"/>
    <w:rsid w:val="001E6F94"/>
    <w:rsid w:val="001F0E29"/>
    <w:rsid w:val="001F707A"/>
    <w:rsid w:val="00202711"/>
    <w:rsid w:val="00210750"/>
    <w:rsid w:val="00211FF5"/>
    <w:rsid w:val="00223BBA"/>
    <w:rsid w:val="002241C6"/>
    <w:rsid w:val="002411F9"/>
    <w:rsid w:val="002431B3"/>
    <w:rsid w:val="00251E40"/>
    <w:rsid w:val="0025454D"/>
    <w:rsid w:val="00257C34"/>
    <w:rsid w:val="00263C6C"/>
    <w:rsid w:val="002704CB"/>
    <w:rsid w:val="0027320B"/>
    <w:rsid w:val="00281378"/>
    <w:rsid w:val="00284BCA"/>
    <w:rsid w:val="00284D66"/>
    <w:rsid w:val="002A5086"/>
    <w:rsid w:val="002B33BD"/>
    <w:rsid w:val="002B4F62"/>
    <w:rsid w:val="002B51CB"/>
    <w:rsid w:val="002C011C"/>
    <w:rsid w:val="002C27BD"/>
    <w:rsid w:val="002C2C3F"/>
    <w:rsid w:val="002C6776"/>
    <w:rsid w:val="002C7185"/>
    <w:rsid w:val="002D41C3"/>
    <w:rsid w:val="002D637D"/>
    <w:rsid w:val="002E4BE9"/>
    <w:rsid w:val="002E765B"/>
    <w:rsid w:val="002F0EF5"/>
    <w:rsid w:val="002F25E4"/>
    <w:rsid w:val="003023A3"/>
    <w:rsid w:val="003077EC"/>
    <w:rsid w:val="00313ED1"/>
    <w:rsid w:val="0031529A"/>
    <w:rsid w:val="003163D0"/>
    <w:rsid w:val="0033792E"/>
    <w:rsid w:val="003425C3"/>
    <w:rsid w:val="003478C4"/>
    <w:rsid w:val="00355859"/>
    <w:rsid w:val="00361726"/>
    <w:rsid w:val="003661BA"/>
    <w:rsid w:val="003719D4"/>
    <w:rsid w:val="00372F0D"/>
    <w:rsid w:val="0037573C"/>
    <w:rsid w:val="00376B7F"/>
    <w:rsid w:val="00381E13"/>
    <w:rsid w:val="00392070"/>
    <w:rsid w:val="003A0DC5"/>
    <w:rsid w:val="003A3084"/>
    <w:rsid w:val="003B1945"/>
    <w:rsid w:val="003B1AA7"/>
    <w:rsid w:val="003B2C1A"/>
    <w:rsid w:val="003D1025"/>
    <w:rsid w:val="003D10D2"/>
    <w:rsid w:val="003D45D9"/>
    <w:rsid w:val="003E21AE"/>
    <w:rsid w:val="00402726"/>
    <w:rsid w:val="00410A59"/>
    <w:rsid w:val="00411879"/>
    <w:rsid w:val="00425B2C"/>
    <w:rsid w:val="00427AF6"/>
    <w:rsid w:val="00431EBB"/>
    <w:rsid w:val="00432B24"/>
    <w:rsid w:val="00441D28"/>
    <w:rsid w:val="00447145"/>
    <w:rsid w:val="00450F51"/>
    <w:rsid w:val="00455B7B"/>
    <w:rsid w:val="004579AA"/>
    <w:rsid w:val="004700C5"/>
    <w:rsid w:val="00473DB4"/>
    <w:rsid w:val="0049632C"/>
    <w:rsid w:val="004A10A8"/>
    <w:rsid w:val="004A34AD"/>
    <w:rsid w:val="004C00B3"/>
    <w:rsid w:val="004C0319"/>
    <w:rsid w:val="004C63A8"/>
    <w:rsid w:val="004C7E91"/>
    <w:rsid w:val="004D2C7C"/>
    <w:rsid w:val="004E1440"/>
    <w:rsid w:val="004E4CFF"/>
    <w:rsid w:val="004F07B3"/>
    <w:rsid w:val="004F1C70"/>
    <w:rsid w:val="004F24FA"/>
    <w:rsid w:val="00506D11"/>
    <w:rsid w:val="00513C8F"/>
    <w:rsid w:val="005250DA"/>
    <w:rsid w:val="0054155E"/>
    <w:rsid w:val="0054260F"/>
    <w:rsid w:val="00555E46"/>
    <w:rsid w:val="00563827"/>
    <w:rsid w:val="00574F57"/>
    <w:rsid w:val="005A27D8"/>
    <w:rsid w:val="005A3A45"/>
    <w:rsid w:val="005A596B"/>
    <w:rsid w:val="005A5E62"/>
    <w:rsid w:val="005A7AE7"/>
    <w:rsid w:val="005C1C51"/>
    <w:rsid w:val="005C5972"/>
    <w:rsid w:val="005C5EBB"/>
    <w:rsid w:val="005D551E"/>
    <w:rsid w:val="005D7CF8"/>
    <w:rsid w:val="005E0714"/>
    <w:rsid w:val="005E2217"/>
    <w:rsid w:val="005E39AD"/>
    <w:rsid w:val="005F7010"/>
    <w:rsid w:val="005F76B5"/>
    <w:rsid w:val="00602FD7"/>
    <w:rsid w:val="00603381"/>
    <w:rsid w:val="00605A29"/>
    <w:rsid w:val="006068E7"/>
    <w:rsid w:val="00611416"/>
    <w:rsid w:val="00615C9B"/>
    <w:rsid w:val="00623BDA"/>
    <w:rsid w:val="00624574"/>
    <w:rsid w:val="00633715"/>
    <w:rsid w:val="00633E40"/>
    <w:rsid w:val="00647575"/>
    <w:rsid w:val="00652092"/>
    <w:rsid w:val="006534C7"/>
    <w:rsid w:val="0065750D"/>
    <w:rsid w:val="0066705C"/>
    <w:rsid w:val="00672934"/>
    <w:rsid w:val="00674468"/>
    <w:rsid w:val="006806A4"/>
    <w:rsid w:val="0069079E"/>
    <w:rsid w:val="00693347"/>
    <w:rsid w:val="00695B98"/>
    <w:rsid w:val="00695EE0"/>
    <w:rsid w:val="00697079"/>
    <w:rsid w:val="006A4445"/>
    <w:rsid w:val="006A449D"/>
    <w:rsid w:val="006C2863"/>
    <w:rsid w:val="006C55EB"/>
    <w:rsid w:val="006D52CE"/>
    <w:rsid w:val="006D594F"/>
    <w:rsid w:val="006E0334"/>
    <w:rsid w:val="007017D9"/>
    <w:rsid w:val="00704C37"/>
    <w:rsid w:val="007078CC"/>
    <w:rsid w:val="00715782"/>
    <w:rsid w:val="0072152F"/>
    <w:rsid w:val="007250C6"/>
    <w:rsid w:val="007268AC"/>
    <w:rsid w:val="00726D41"/>
    <w:rsid w:val="00727595"/>
    <w:rsid w:val="00733AB6"/>
    <w:rsid w:val="00740C1E"/>
    <w:rsid w:val="007417D5"/>
    <w:rsid w:val="00742348"/>
    <w:rsid w:val="00752715"/>
    <w:rsid w:val="007557B3"/>
    <w:rsid w:val="00762212"/>
    <w:rsid w:val="00764BA2"/>
    <w:rsid w:val="00765AD0"/>
    <w:rsid w:val="00771887"/>
    <w:rsid w:val="00776C50"/>
    <w:rsid w:val="0078039A"/>
    <w:rsid w:val="007810DF"/>
    <w:rsid w:val="00781502"/>
    <w:rsid w:val="00781C84"/>
    <w:rsid w:val="007865E5"/>
    <w:rsid w:val="00791174"/>
    <w:rsid w:val="007936F1"/>
    <w:rsid w:val="007B08C5"/>
    <w:rsid w:val="007B4168"/>
    <w:rsid w:val="007B4333"/>
    <w:rsid w:val="007B59E9"/>
    <w:rsid w:val="007B6725"/>
    <w:rsid w:val="007D1C2F"/>
    <w:rsid w:val="007E3B2A"/>
    <w:rsid w:val="007E5517"/>
    <w:rsid w:val="007E5EF9"/>
    <w:rsid w:val="007E60DE"/>
    <w:rsid w:val="007F2230"/>
    <w:rsid w:val="008004D3"/>
    <w:rsid w:val="00821830"/>
    <w:rsid w:val="008224FC"/>
    <w:rsid w:val="008233ED"/>
    <w:rsid w:val="008244CD"/>
    <w:rsid w:val="00825B87"/>
    <w:rsid w:val="008325B9"/>
    <w:rsid w:val="00832F5E"/>
    <w:rsid w:val="00833E62"/>
    <w:rsid w:val="008411BD"/>
    <w:rsid w:val="00844D8E"/>
    <w:rsid w:val="00846051"/>
    <w:rsid w:val="008461C6"/>
    <w:rsid w:val="00853F66"/>
    <w:rsid w:val="00860D2B"/>
    <w:rsid w:val="00861C5A"/>
    <w:rsid w:val="00865FC6"/>
    <w:rsid w:val="008771E9"/>
    <w:rsid w:val="00886445"/>
    <w:rsid w:val="00891542"/>
    <w:rsid w:val="008A6F75"/>
    <w:rsid w:val="008B40F7"/>
    <w:rsid w:val="008B54EF"/>
    <w:rsid w:val="008C1ABD"/>
    <w:rsid w:val="008C3745"/>
    <w:rsid w:val="008D368F"/>
    <w:rsid w:val="008D3956"/>
    <w:rsid w:val="008D7DB4"/>
    <w:rsid w:val="008E645C"/>
    <w:rsid w:val="00901C4B"/>
    <w:rsid w:val="00911DDA"/>
    <w:rsid w:val="0091345F"/>
    <w:rsid w:val="009164F2"/>
    <w:rsid w:val="00936715"/>
    <w:rsid w:val="00944C29"/>
    <w:rsid w:val="009464A1"/>
    <w:rsid w:val="009509DF"/>
    <w:rsid w:val="00952A83"/>
    <w:rsid w:val="00956588"/>
    <w:rsid w:val="00964259"/>
    <w:rsid w:val="00966354"/>
    <w:rsid w:val="009666D0"/>
    <w:rsid w:val="00984B90"/>
    <w:rsid w:val="00992285"/>
    <w:rsid w:val="00994547"/>
    <w:rsid w:val="0099557E"/>
    <w:rsid w:val="009968A7"/>
    <w:rsid w:val="00997C5A"/>
    <w:rsid w:val="009A0EE7"/>
    <w:rsid w:val="009A2602"/>
    <w:rsid w:val="009A4679"/>
    <w:rsid w:val="009A52A0"/>
    <w:rsid w:val="009B3541"/>
    <w:rsid w:val="009C1091"/>
    <w:rsid w:val="009C4A95"/>
    <w:rsid w:val="009E0742"/>
    <w:rsid w:val="009E2C9D"/>
    <w:rsid w:val="009E594C"/>
    <w:rsid w:val="009F05D9"/>
    <w:rsid w:val="009F2191"/>
    <w:rsid w:val="00A002E5"/>
    <w:rsid w:val="00A01F07"/>
    <w:rsid w:val="00A020ED"/>
    <w:rsid w:val="00A038BC"/>
    <w:rsid w:val="00A10875"/>
    <w:rsid w:val="00A10980"/>
    <w:rsid w:val="00A17B21"/>
    <w:rsid w:val="00A20A5F"/>
    <w:rsid w:val="00A222EB"/>
    <w:rsid w:val="00A2254E"/>
    <w:rsid w:val="00A22674"/>
    <w:rsid w:val="00A22FC8"/>
    <w:rsid w:val="00A247F5"/>
    <w:rsid w:val="00A315BB"/>
    <w:rsid w:val="00A3247F"/>
    <w:rsid w:val="00A36729"/>
    <w:rsid w:val="00A412DD"/>
    <w:rsid w:val="00A434B0"/>
    <w:rsid w:val="00A43C05"/>
    <w:rsid w:val="00A43CAA"/>
    <w:rsid w:val="00A5010F"/>
    <w:rsid w:val="00A51585"/>
    <w:rsid w:val="00A66E43"/>
    <w:rsid w:val="00A76C50"/>
    <w:rsid w:val="00A8098F"/>
    <w:rsid w:val="00A8224C"/>
    <w:rsid w:val="00A872F2"/>
    <w:rsid w:val="00A909CF"/>
    <w:rsid w:val="00A92A67"/>
    <w:rsid w:val="00A94BCD"/>
    <w:rsid w:val="00AA3960"/>
    <w:rsid w:val="00AA65ED"/>
    <w:rsid w:val="00AA7FF6"/>
    <w:rsid w:val="00AB2E6C"/>
    <w:rsid w:val="00AB3B0F"/>
    <w:rsid w:val="00AB79E2"/>
    <w:rsid w:val="00AC0855"/>
    <w:rsid w:val="00AC6D33"/>
    <w:rsid w:val="00AC75DA"/>
    <w:rsid w:val="00AC7AEC"/>
    <w:rsid w:val="00AD237D"/>
    <w:rsid w:val="00AE0CEB"/>
    <w:rsid w:val="00AE0FC8"/>
    <w:rsid w:val="00AE3EE2"/>
    <w:rsid w:val="00AE46EF"/>
    <w:rsid w:val="00AE5514"/>
    <w:rsid w:val="00B00FED"/>
    <w:rsid w:val="00B23780"/>
    <w:rsid w:val="00B2485C"/>
    <w:rsid w:val="00B25058"/>
    <w:rsid w:val="00B426DF"/>
    <w:rsid w:val="00B42F20"/>
    <w:rsid w:val="00B46E28"/>
    <w:rsid w:val="00B540BD"/>
    <w:rsid w:val="00B6789D"/>
    <w:rsid w:val="00B843A3"/>
    <w:rsid w:val="00B86C09"/>
    <w:rsid w:val="00B917CE"/>
    <w:rsid w:val="00B9333D"/>
    <w:rsid w:val="00BA066B"/>
    <w:rsid w:val="00BA6475"/>
    <w:rsid w:val="00BA7422"/>
    <w:rsid w:val="00BB5AAC"/>
    <w:rsid w:val="00BB5BC2"/>
    <w:rsid w:val="00BC6E4F"/>
    <w:rsid w:val="00BD1492"/>
    <w:rsid w:val="00BF029A"/>
    <w:rsid w:val="00BF3012"/>
    <w:rsid w:val="00C076DF"/>
    <w:rsid w:val="00C11AF9"/>
    <w:rsid w:val="00C1235F"/>
    <w:rsid w:val="00C2033D"/>
    <w:rsid w:val="00C30306"/>
    <w:rsid w:val="00C31EB6"/>
    <w:rsid w:val="00C32234"/>
    <w:rsid w:val="00C34C01"/>
    <w:rsid w:val="00C34D34"/>
    <w:rsid w:val="00C405A4"/>
    <w:rsid w:val="00C54404"/>
    <w:rsid w:val="00C60060"/>
    <w:rsid w:val="00C6088F"/>
    <w:rsid w:val="00C65F83"/>
    <w:rsid w:val="00C743FE"/>
    <w:rsid w:val="00C8355B"/>
    <w:rsid w:val="00C856CF"/>
    <w:rsid w:val="00C864D6"/>
    <w:rsid w:val="00C86A08"/>
    <w:rsid w:val="00C91782"/>
    <w:rsid w:val="00CA48EA"/>
    <w:rsid w:val="00CA5073"/>
    <w:rsid w:val="00CB452D"/>
    <w:rsid w:val="00CC5736"/>
    <w:rsid w:val="00CD37AF"/>
    <w:rsid w:val="00CD3E4C"/>
    <w:rsid w:val="00CE343C"/>
    <w:rsid w:val="00CE6124"/>
    <w:rsid w:val="00CE7165"/>
    <w:rsid w:val="00CF7CDB"/>
    <w:rsid w:val="00D15240"/>
    <w:rsid w:val="00D314B1"/>
    <w:rsid w:val="00D31FD9"/>
    <w:rsid w:val="00D42166"/>
    <w:rsid w:val="00D423EB"/>
    <w:rsid w:val="00D4635B"/>
    <w:rsid w:val="00D53CCA"/>
    <w:rsid w:val="00D55D38"/>
    <w:rsid w:val="00D601BC"/>
    <w:rsid w:val="00D72971"/>
    <w:rsid w:val="00D73E24"/>
    <w:rsid w:val="00D762E3"/>
    <w:rsid w:val="00D857A0"/>
    <w:rsid w:val="00D87604"/>
    <w:rsid w:val="00D935EA"/>
    <w:rsid w:val="00DA11A6"/>
    <w:rsid w:val="00DA2AF8"/>
    <w:rsid w:val="00DA2FFD"/>
    <w:rsid w:val="00DA6A3B"/>
    <w:rsid w:val="00DB0EC7"/>
    <w:rsid w:val="00DC20B8"/>
    <w:rsid w:val="00DC3053"/>
    <w:rsid w:val="00DC53B5"/>
    <w:rsid w:val="00DD18C7"/>
    <w:rsid w:val="00DD5FD4"/>
    <w:rsid w:val="00DD657D"/>
    <w:rsid w:val="00DE057A"/>
    <w:rsid w:val="00DE5C75"/>
    <w:rsid w:val="00DF3E12"/>
    <w:rsid w:val="00DF5992"/>
    <w:rsid w:val="00DF62F5"/>
    <w:rsid w:val="00E016AA"/>
    <w:rsid w:val="00E05ABC"/>
    <w:rsid w:val="00E15D7B"/>
    <w:rsid w:val="00E2248F"/>
    <w:rsid w:val="00E244AB"/>
    <w:rsid w:val="00E25058"/>
    <w:rsid w:val="00E31108"/>
    <w:rsid w:val="00E443D5"/>
    <w:rsid w:val="00E47440"/>
    <w:rsid w:val="00E5091B"/>
    <w:rsid w:val="00E54768"/>
    <w:rsid w:val="00E5726B"/>
    <w:rsid w:val="00E65551"/>
    <w:rsid w:val="00E7679A"/>
    <w:rsid w:val="00E773E3"/>
    <w:rsid w:val="00E80088"/>
    <w:rsid w:val="00E83971"/>
    <w:rsid w:val="00E86A89"/>
    <w:rsid w:val="00E91D0B"/>
    <w:rsid w:val="00E938E4"/>
    <w:rsid w:val="00E94834"/>
    <w:rsid w:val="00EA4FFD"/>
    <w:rsid w:val="00EB02A7"/>
    <w:rsid w:val="00EB16E8"/>
    <w:rsid w:val="00EB3829"/>
    <w:rsid w:val="00EC5CA4"/>
    <w:rsid w:val="00EC79DF"/>
    <w:rsid w:val="00ED7256"/>
    <w:rsid w:val="00EE09F6"/>
    <w:rsid w:val="00EE1391"/>
    <w:rsid w:val="00EE585C"/>
    <w:rsid w:val="00EF0C94"/>
    <w:rsid w:val="00EF23C4"/>
    <w:rsid w:val="00F05793"/>
    <w:rsid w:val="00F074FD"/>
    <w:rsid w:val="00F14389"/>
    <w:rsid w:val="00F27294"/>
    <w:rsid w:val="00F434C1"/>
    <w:rsid w:val="00F443D3"/>
    <w:rsid w:val="00F4668A"/>
    <w:rsid w:val="00F47883"/>
    <w:rsid w:val="00F505DE"/>
    <w:rsid w:val="00F5061B"/>
    <w:rsid w:val="00F50AA6"/>
    <w:rsid w:val="00F539BB"/>
    <w:rsid w:val="00F618B3"/>
    <w:rsid w:val="00F644C4"/>
    <w:rsid w:val="00F66DEB"/>
    <w:rsid w:val="00F7796A"/>
    <w:rsid w:val="00F82806"/>
    <w:rsid w:val="00F83EDF"/>
    <w:rsid w:val="00F8532F"/>
    <w:rsid w:val="00F92B4D"/>
    <w:rsid w:val="00F935E2"/>
    <w:rsid w:val="00FA0CAF"/>
    <w:rsid w:val="00FB11F7"/>
    <w:rsid w:val="00FB51FA"/>
    <w:rsid w:val="00FC1A40"/>
    <w:rsid w:val="00FC3BCF"/>
    <w:rsid w:val="00FD7DF5"/>
    <w:rsid w:val="00FE75E4"/>
    <w:rsid w:val="00FE7FC6"/>
    <w:rsid w:val="00FF2C3D"/>
    <w:rsid w:val="00FF5D76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810A39C"/>
  <w15:chartTrackingRefBased/>
  <w15:docId w15:val="{9FD9E619-4CC1-4781-84A1-3034370B4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425C3"/>
    <w:pPr>
      <w:spacing w:after="180" w:line="260" w:lineRule="atLeast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AC6D33"/>
    <w:pPr>
      <w:keepNext/>
      <w:numPr>
        <w:numId w:val="12"/>
      </w:numPr>
      <w:spacing w:after="20"/>
      <w:ind w:left="431" w:hanging="431"/>
      <w:outlineLvl w:val="0"/>
    </w:pPr>
    <w:rPr>
      <w:b/>
      <w:bCs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AC6D33"/>
    <w:pPr>
      <w:keepNext/>
      <w:numPr>
        <w:ilvl w:val="1"/>
        <w:numId w:val="12"/>
      </w:numPr>
      <w:spacing w:before="340" w:after="40" w:line="280" w:lineRule="atLeast"/>
      <w:ind w:left="578" w:hanging="578"/>
      <w:outlineLvl w:val="1"/>
    </w:pPr>
    <w:rPr>
      <w:b/>
      <w:bCs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C6D33"/>
    <w:pPr>
      <w:keepNext/>
      <w:numPr>
        <w:ilvl w:val="2"/>
        <w:numId w:val="12"/>
      </w:numPr>
      <w:spacing w:before="340" w:after="40" w:line="280" w:lineRule="atLeast"/>
      <w:outlineLvl w:val="2"/>
    </w:pPr>
    <w:rPr>
      <w:b/>
      <w:bCs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A315BB"/>
    <w:pPr>
      <w:keepNext/>
      <w:numPr>
        <w:ilvl w:val="3"/>
        <w:numId w:val="12"/>
      </w:numPr>
      <w:spacing w:before="340" w:after="40" w:line="280" w:lineRule="atLeast"/>
      <w:ind w:left="862" w:hanging="862"/>
      <w:outlineLvl w:val="3"/>
    </w:pPr>
    <w:rPr>
      <w:b/>
      <w:bCs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AC6D33"/>
    <w:pPr>
      <w:spacing w:before="340" w:after="40"/>
      <w:outlineLvl w:val="4"/>
    </w:pPr>
    <w:rPr>
      <w:b/>
      <w:bCs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rsid w:val="00FD7DF5"/>
    <w:pPr>
      <w:keepNext/>
      <w:keepLines/>
      <w:numPr>
        <w:ilvl w:val="5"/>
        <w:numId w:val="12"/>
      </w:numPr>
      <w:spacing w:before="40" w:after="0"/>
      <w:outlineLvl w:val="5"/>
    </w:pPr>
    <w:rPr>
      <w:rFonts w:asciiTheme="majorHAnsi" w:eastAsiaTheme="majorEastAsia" w:hAnsiTheme="majorHAnsi" w:cstheme="majorBidi"/>
      <w:color w:val="00312C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rsid w:val="00FD7DF5"/>
    <w:pPr>
      <w:keepNext/>
      <w:keepLines/>
      <w:numPr>
        <w:ilvl w:val="6"/>
        <w:numId w:val="1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312C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rsid w:val="00FD7DF5"/>
    <w:pPr>
      <w:keepNext/>
      <w:keepLines/>
      <w:numPr>
        <w:ilvl w:val="7"/>
        <w:numId w:val="1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rsid w:val="00FD7DF5"/>
    <w:pPr>
      <w:keepNext/>
      <w:keepLines/>
      <w:numPr>
        <w:ilvl w:val="8"/>
        <w:numId w:val="1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E05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057A"/>
  </w:style>
  <w:style w:type="paragraph" w:styleId="Fuzeile">
    <w:name w:val="footer"/>
    <w:basedOn w:val="Standard"/>
    <w:link w:val="FuzeileZchn"/>
    <w:uiPriority w:val="99"/>
    <w:unhideWhenUsed/>
    <w:rsid w:val="00DE05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057A"/>
  </w:style>
  <w:style w:type="character" w:customStyle="1" w:styleId="berschrift1Zchn">
    <w:name w:val="Überschrift 1 Zchn"/>
    <w:basedOn w:val="Absatz-Standardschriftart"/>
    <w:link w:val="berschrift1"/>
    <w:uiPriority w:val="9"/>
    <w:rsid w:val="00A315BB"/>
    <w:rPr>
      <w:b/>
      <w:bCs/>
    </w:rPr>
  </w:style>
  <w:style w:type="table" w:styleId="Tabellenraster">
    <w:name w:val="Table Grid"/>
    <w:basedOn w:val="NormaleTabelle"/>
    <w:uiPriority w:val="39"/>
    <w:rsid w:val="002C27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um">
    <w:name w:val="Date"/>
    <w:basedOn w:val="Standard"/>
    <w:next w:val="Standard"/>
    <w:link w:val="DatumZchn"/>
    <w:uiPriority w:val="99"/>
    <w:unhideWhenUsed/>
    <w:rsid w:val="00AB79E2"/>
    <w:pPr>
      <w:framePr w:hSpace="142" w:wrap="around" w:vAnchor="page" w:hAnchor="margin" w:y="3120"/>
      <w:spacing w:after="220" w:line="226" w:lineRule="auto"/>
    </w:pPr>
    <w:rPr>
      <w:rFonts w:asciiTheme="majorHAnsi" w:hAnsiTheme="majorHAnsi" w:cstheme="majorHAnsi"/>
      <w:sz w:val="18"/>
      <w:szCs w:val="18"/>
    </w:rPr>
  </w:style>
  <w:style w:type="character" w:customStyle="1" w:styleId="DatumZchn">
    <w:name w:val="Datum Zchn"/>
    <w:basedOn w:val="Absatz-Standardschriftart"/>
    <w:link w:val="Datum"/>
    <w:uiPriority w:val="99"/>
    <w:rsid w:val="00AB79E2"/>
    <w:rPr>
      <w:rFonts w:asciiTheme="majorHAnsi" w:hAnsiTheme="majorHAnsi" w:cstheme="majorHAnsi"/>
      <w:sz w:val="18"/>
      <w:szCs w:val="18"/>
    </w:rPr>
  </w:style>
  <w:style w:type="paragraph" w:customStyle="1" w:styleId="Absender">
    <w:name w:val="Absender"/>
    <w:basedOn w:val="Standard"/>
    <w:uiPriority w:val="9"/>
    <w:rsid w:val="00B86C09"/>
    <w:pPr>
      <w:framePr w:hSpace="142" w:wrap="around" w:vAnchor="page" w:hAnchor="margin" w:y="1509"/>
      <w:spacing w:after="0" w:line="220" w:lineRule="atLeast"/>
    </w:pPr>
    <w:rPr>
      <w:rFonts w:ascii="Arial" w:hAnsi="Arial" w:cs="Arial"/>
      <w:sz w:val="18"/>
      <w:szCs w:val="18"/>
    </w:rPr>
  </w:style>
  <w:style w:type="paragraph" w:styleId="Titel">
    <w:name w:val="Title"/>
    <w:basedOn w:val="KeinLeerraum"/>
    <w:next w:val="Standard"/>
    <w:link w:val="TitelZchn"/>
    <w:uiPriority w:val="10"/>
    <w:qFormat/>
    <w:rsid w:val="00F5061B"/>
    <w:pPr>
      <w:spacing w:after="320" w:line="360" w:lineRule="atLeast"/>
      <w:ind w:right="2948"/>
      <w:contextualSpacing/>
    </w:pPr>
    <w:rPr>
      <w:b/>
      <w:bCs/>
      <w:sz w:val="28"/>
      <w:szCs w:val="28"/>
    </w:rPr>
  </w:style>
  <w:style w:type="character" w:customStyle="1" w:styleId="TitelZchn">
    <w:name w:val="Titel Zchn"/>
    <w:basedOn w:val="Absatz-Standardschriftart"/>
    <w:link w:val="Titel"/>
    <w:uiPriority w:val="10"/>
    <w:rsid w:val="00F5061B"/>
    <w:rPr>
      <w:b/>
      <w:bCs/>
      <w:sz w:val="28"/>
      <w:szCs w:val="28"/>
    </w:rPr>
  </w:style>
  <w:style w:type="paragraph" w:customStyle="1" w:styleId="Adresse">
    <w:name w:val="Adresse"/>
    <w:basedOn w:val="Standard"/>
    <w:uiPriority w:val="9"/>
    <w:rsid w:val="0069079E"/>
    <w:pPr>
      <w:framePr w:hSpace="142" w:wrap="around" w:vAnchor="page" w:hAnchor="margin" w:y="3120"/>
      <w:spacing w:after="0"/>
    </w:pPr>
    <w:rPr>
      <w:rFonts w:ascii="Arial" w:hAnsi="Arial" w:cs="Arial"/>
    </w:rPr>
  </w:style>
  <w:style w:type="paragraph" w:customStyle="1" w:styleId="Kontakt">
    <w:name w:val="Kontakt"/>
    <w:basedOn w:val="Standard"/>
    <w:rsid w:val="001B0A2D"/>
    <w:pPr>
      <w:framePr w:hSpace="142" w:wrap="around" w:vAnchor="page" w:hAnchor="margin" w:y="3120"/>
      <w:spacing w:after="0" w:line="220" w:lineRule="atLeast"/>
    </w:pPr>
    <w:rPr>
      <w:rFonts w:ascii="Arial" w:hAnsi="Arial" w:cs="Arial"/>
      <w:sz w:val="18"/>
      <w:szCs w:val="18"/>
    </w:rPr>
  </w:style>
  <w:style w:type="paragraph" w:styleId="E-Mail-Signatur">
    <w:name w:val="E-mail Signature"/>
    <w:basedOn w:val="Kontakt"/>
    <w:link w:val="E-Mail-SignaturZchn"/>
    <w:uiPriority w:val="99"/>
    <w:unhideWhenUsed/>
    <w:rsid w:val="002C27BD"/>
    <w:pPr>
      <w:framePr w:wrap="around"/>
    </w:pPr>
    <w:rPr>
      <w:spacing w:val="-1"/>
    </w:rPr>
  </w:style>
  <w:style w:type="character" w:customStyle="1" w:styleId="E-Mail-SignaturZchn">
    <w:name w:val="E-Mail-Signatur Zchn"/>
    <w:basedOn w:val="Absatz-Standardschriftart"/>
    <w:link w:val="E-Mail-Signatur"/>
    <w:uiPriority w:val="99"/>
    <w:rsid w:val="002C27BD"/>
    <w:rPr>
      <w:rFonts w:ascii="Centra No2 Light" w:hAnsi="Centra No2 Light"/>
      <w:spacing w:val="-1"/>
      <w:sz w:val="18"/>
      <w:szCs w:val="18"/>
      <w:lang w:val="fr-FR"/>
    </w:rPr>
  </w:style>
  <w:style w:type="character" w:styleId="Platzhaltertext">
    <w:name w:val="Placeholder Text"/>
    <w:uiPriority w:val="99"/>
    <w:semiHidden/>
    <w:rsid w:val="002C27BD"/>
    <w:rPr>
      <w:color w:val="0070C0"/>
    </w:rPr>
  </w:style>
  <w:style w:type="paragraph" w:styleId="KeinLeerraum">
    <w:name w:val="No Spacing"/>
    <w:uiPriority w:val="1"/>
    <w:qFormat/>
    <w:rsid w:val="002C27BD"/>
    <w:pPr>
      <w:spacing w:after="0" w:line="240" w:lineRule="auto"/>
    </w:pPr>
  </w:style>
  <w:style w:type="paragraph" w:customStyle="1" w:styleId="Inhaltsverzeichnis">
    <w:name w:val="Inhaltsverzeichnis"/>
    <w:basedOn w:val="berschrift1"/>
    <w:rsid w:val="000635BD"/>
  </w:style>
  <w:style w:type="paragraph" w:styleId="Untertitel">
    <w:name w:val="Subtitle"/>
    <w:basedOn w:val="Standard"/>
    <w:next w:val="Standard"/>
    <w:link w:val="UntertitelZchn"/>
    <w:uiPriority w:val="11"/>
    <w:qFormat/>
    <w:rsid w:val="00DC53B5"/>
    <w:pPr>
      <w:spacing w:after="0"/>
    </w:pPr>
    <w:rPr>
      <w:b/>
      <w:bCs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C53B5"/>
    <w:rPr>
      <w:b/>
      <w:bCs/>
    </w:rPr>
  </w:style>
  <w:style w:type="paragraph" w:styleId="Listenabsatz">
    <w:name w:val="List Paragraph"/>
    <w:basedOn w:val="Standard"/>
    <w:uiPriority w:val="34"/>
    <w:rsid w:val="001B1CD5"/>
    <w:pPr>
      <w:numPr>
        <w:numId w:val="14"/>
      </w:numPr>
      <w:spacing w:line="300" w:lineRule="atLeast"/>
      <w:contextualSpacing/>
    </w:pPr>
  </w:style>
  <w:style w:type="paragraph" w:customStyle="1" w:styleId="ListBulletpoints">
    <w:name w:val="ListBulletpoints"/>
    <w:basedOn w:val="Listenabsatz"/>
    <w:qFormat/>
    <w:rsid w:val="00C60060"/>
    <w:pPr>
      <w:numPr>
        <w:numId w:val="13"/>
      </w:numPr>
      <w:tabs>
        <w:tab w:val="left" w:pos="340"/>
      </w:tabs>
      <w:spacing w:after="160"/>
    </w:pPr>
  </w:style>
  <w:style w:type="paragraph" w:customStyle="1" w:styleId="ListNummern">
    <w:name w:val="ListNummern"/>
    <w:basedOn w:val="Listenabsatz"/>
    <w:qFormat/>
    <w:rsid w:val="00C60060"/>
    <w:pPr>
      <w:tabs>
        <w:tab w:val="clear" w:pos="363"/>
        <w:tab w:val="left" w:pos="340"/>
      </w:tabs>
      <w:spacing w:after="160"/>
      <w:ind w:left="340" w:hanging="340"/>
    </w:pPr>
  </w:style>
  <w:style w:type="paragraph" w:customStyle="1" w:styleId="Gruss">
    <w:name w:val="Gruss"/>
    <w:basedOn w:val="Standard"/>
    <w:rsid w:val="008D7DB4"/>
    <w:pPr>
      <w:spacing w:before="440" w:after="880"/>
    </w:pPr>
  </w:style>
  <w:style w:type="paragraph" w:customStyle="1" w:styleId="PS">
    <w:name w:val="PS"/>
    <w:basedOn w:val="Standard"/>
    <w:rsid w:val="008461C6"/>
    <w:pPr>
      <w:spacing w:before="360"/>
      <w:ind w:left="426" w:hanging="426"/>
    </w:pPr>
  </w:style>
  <w:style w:type="paragraph" w:customStyle="1" w:styleId="Betreff">
    <w:name w:val="Betreff"/>
    <w:basedOn w:val="berschrift1"/>
    <w:next w:val="Standard"/>
    <w:rsid w:val="00B86C09"/>
    <w:pPr>
      <w:framePr w:wrap="around" w:hAnchor="text" w:y="1509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A315BB"/>
    <w:rPr>
      <w:b/>
      <w:bCs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315BB"/>
    <w:rPr>
      <w:b/>
      <w:bCs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315BB"/>
    <w:rPr>
      <w:b/>
      <w:bCs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A315BB"/>
    <w:rPr>
      <w:b/>
      <w:bCs/>
      <w:szCs w:val="24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0755C1"/>
    <w:pPr>
      <w:keepLines/>
      <w:numPr>
        <w:numId w:val="0"/>
      </w:numPr>
      <w:spacing w:after="200" w:line="360" w:lineRule="atLeast"/>
      <w:outlineLvl w:val="9"/>
    </w:pPr>
    <w:rPr>
      <w:rFonts w:asciiTheme="majorHAnsi" w:eastAsiaTheme="majorEastAsia" w:hAnsiTheme="majorHAnsi" w:cstheme="majorBidi"/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0755C1"/>
    <w:pPr>
      <w:tabs>
        <w:tab w:val="left" w:pos="426"/>
        <w:tab w:val="right" w:leader="dot" w:pos="8750"/>
      </w:tabs>
      <w:spacing w:before="200" w:after="0"/>
      <w:ind w:left="425" w:hanging="425"/>
    </w:pPr>
    <w:rPr>
      <w:b/>
      <w:bCs/>
      <w:noProof/>
      <w:sz w:val="18"/>
      <w:szCs w:val="18"/>
    </w:rPr>
  </w:style>
  <w:style w:type="paragraph" w:styleId="Verzeichnis2">
    <w:name w:val="toc 2"/>
    <w:basedOn w:val="Standard"/>
    <w:next w:val="Standard"/>
    <w:autoRedefine/>
    <w:uiPriority w:val="39"/>
    <w:unhideWhenUsed/>
    <w:rsid w:val="000755C1"/>
    <w:pPr>
      <w:tabs>
        <w:tab w:val="left" w:pos="851"/>
        <w:tab w:val="right" w:leader="dot" w:pos="8750"/>
      </w:tabs>
      <w:spacing w:after="0"/>
      <w:ind w:left="850" w:hanging="425"/>
    </w:pPr>
    <w:rPr>
      <w:noProof/>
      <w:sz w:val="18"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0755C1"/>
    <w:pPr>
      <w:tabs>
        <w:tab w:val="left" w:pos="1134"/>
        <w:tab w:val="right" w:leader="dot" w:pos="8750"/>
      </w:tabs>
      <w:spacing w:after="0"/>
      <w:ind w:left="1134" w:hanging="567"/>
    </w:pPr>
    <w:rPr>
      <w:noProof/>
      <w:sz w:val="18"/>
      <w:szCs w:val="20"/>
    </w:rPr>
  </w:style>
  <w:style w:type="character" w:styleId="Hyperlink">
    <w:name w:val="Hyperlink"/>
    <w:basedOn w:val="Absatz-Standardschriftart"/>
    <w:unhideWhenUsed/>
    <w:rsid w:val="00FF5D76"/>
    <w:rPr>
      <w:color w:val="BF0D3E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FD7DF5"/>
    <w:pPr>
      <w:tabs>
        <w:tab w:val="left" w:pos="1418"/>
        <w:tab w:val="right" w:leader="dot" w:pos="8750"/>
      </w:tabs>
      <w:spacing w:after="0"/>
      <w:ind w:left="1418" w:hanging="567"/>
    </w:pPr>
    <w:rPr>
      <w:noProof/>
      <w:sz w:val="18"/>
      <w:szCs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FD7DF5"/>
    <w:rPr>
      <w:rFonts w:asciiTheme="majorHAnsi" w:eastAsiaTheme="majorEastAsia" w:hAnsiTheme="majorHAnsi" w:cstheme="majorBidi"/>
      <w:color w:val="00312C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FD7DF5"/>
    <w:rPr>
      <w:rFonts w:asciiTheme="majorHAnsi" w:eastAsiaTheme="majorEastAsia" w:hAnsiTheme="majorHAnsi" w:cstheme="majorBidi"/>
      <w:i/>
      <w:iCs/>
      <w:color w:val="00312C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FD7DF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FD7D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37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33715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F223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F223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F223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F223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F2230"/>
    <w:rPr>
      <w:b/>
      <w:bCs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1D4DF5"/>
    <w:rPr>
      <w:color w:val="DF869F" w:themeColor="followedHyperlink"/>
      <w:u w:val="single"/>
    </w:rPr>
  </w:style>
  <w:style w:type="character" w:customStyle="1" w:styleId="normaltextrun">
    <w:name w:val="normaltextrun"/>
    <w:basedOn w:val="Absatz-Standardschriftart"/>
    <w:rsid w:val="00E2248F"/>
  </w:style>
  <w:style w:type="character" w:styleId="NichtaufgelsteErwhnung">
    <w:name w:val="Unresolved Mention"/>
    <w:basedOn w:val="Absatz-Standardschriftart"/>
    <w:uiPriority w:val="99"/>
    <w:semiHidden/>
    <w:unhideWhenUsed/>
    <w:rsid w:val="00F50A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4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lukas.ziegler@berghilfe.ch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rixmontagne.ch/medien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rixmontagne.ch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Dateien\_Office%20Vorlagen%20und%20Anleitungen\Vorlagen%20Korrespondenz\Vorlagen\Arbeitsdokument_DE.dotx" TargetMode="External"/></Relationships>
</file>

<file path=word/theme/theme1.xml><?xml version="1.0" encoding="utf-8"?>
<a:theme xmlns:a="http://schemas.openxmlformats.org/drawingml/2006/main" name="Office Theme">
  <a:themeElements>
    <a:clrScheme name="Berghilf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35B"/>
      </a:accent1>
      <a:accent2>
        <a:srgbClr val="80B1AD"/>
      </a:accent2>
      <a:accent3>
        <a:srgbClr val="F1C400"/>
      </a:accent3>
      <a:accent4>
        <a:srgbClr val="F8E280"/>
      </a:accent4>
      <a:accent5>
        <a:srgbClr val="595959"/>
      </a:accent5>
      <a:accent6>
        <a:srgbClr val="BFBFBF"/>
      </a:accent6>
      <a:hlink>
        <a:srgbClr val="BF0D3E"/>
      </a:hlink>
      <a:folHlink>
        <a:srgbClr val="DF869F"/>
      </a:folHlink>
    </a:clrScheme>
    <a:fontScheme name="Berghilf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27649c-148c-40e8-b045-e8fba57f3250">
      <Terms xmlns="http://schemas.microsoft.com/office/infopath/2007/PartnerControls"/>
    </lcf76f155ced4ddcb4097134ff3c332f>
    <TaxCatchAll xmlns="c874f970-5653-4671-9428-5d3d9bb3ed3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488349EA825348AEEFE36C5D53640E" ma:contentTypeVersion="18" ma:contentTypeDescription="Ein neues Dokument erstellen." ma:contentTypeScope="" ma:versionID="f21e031d057b4ab38141f30f4b87d402">
  <xsd:schema xmlns:xsd="http://www.w3.org/2001/XMLSchema" xmlns:xs="http://www.w3.org/2001/XMLSchema" xmlns:p="http://schemas.microsoft.com/office/2006/metadata/properties" xmlns:ns2="d827649c-148c-40e8-b045-e8fba57f3250" xmlns:ns3="c874f970-5653-4671-9428-5d3d9bb3ed37" targetNamespace="http://schemas.microsoft.com/office/2006/metadata/properties" ma:root="true" ma:fieldsID="1ab2f70506905462ca43bddd2b26cd18" ns2:_="" ns3:_="">
    <xsd:import namespace="d827649c-148c-40e8-b045-e8fba57f3250"/>
    <xsd:import namespace="c874f970-5653-4671-9428-5d3d9bb3ed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27649c-148c-40e8-b045-e8fba57f32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87634ebe-3b7f-430f-a276-66adb454cb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4f970-5653-4671-9428-5d3d9bb3ed3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48ab69d-1e97-4e05-a73f-f2cdc2f63569}" ma:internalName="TaxCatchAll" ma:showField="CatchAllData" ma:web="c874f970-5653-4671-9428-5d3d9bb3ed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205F78-0AC4-4D57-A3EF-5B7A5E012C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78F115-3162-40FE-9256-24B5DA554296}">
  <ds:schemaRefs>
    <ds:schemaRef ds:uri="http://schemas.microsoft.com/office/2006/metadata/properties"/>
    <ds:schemaRef ds:uri="http://schemas.microsoft.com/office/infopath/2007/PartnerControls"/>
    <ds:schemaRef ds:uri="d827649c-148c-40e8-b045-e8fba57f3250"/>
    <ds:schemaRef ds:uri="c874f970-5653-4671-9428-5d3d9bb3ed37"/>
  </ds:schemaRefs>
</ds:datastoreItem>
</file>

<file path=customXml/itemProps3.xml><?xml version="1.0" encoding="utf-8"?>
<ds:datastoreItem xmlns:ds="http://schemas.openxmlformats.org/officeDocument/2006/customXml" ds:itemID="{95CCD525-43EC-41B6-A473-BF231D9267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02D40B-3288-4D69-BCBD-A9EDE862B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27649c-148c-40e8-b045-e8fba57f3250"/>
    <ds:schemaRef ds:uri="c874f970-5653-4671-9428-5d3d9bb3e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O:\Dateien\_Office Vorlagen und Anleitungen\Vorlagen Korrespondenz\Vorlagen\Arbeitsdokument_DE.dotx</Template>
  <TotalTime>0</TotalTime>
  <Pages>1</Pages>
  <Words>199</Words>
  <Characters>1257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1454</CharactersWithSpaces>
  <SharedDoc>false</SharedDoc>
  <HLinks>
    <vt:vector size="12" baseType="variant">
      <vt:variant>
        <vt:i4>327800</vt:i4>
      </vt:variant>
      <vt:variant>
        <vt:i4>3</vt:i4>
      </vt:variant>
      <vt:variant>
        <vt:i4>0</vt:i4>
      </vt:variant>
      <vt:variant>
        <vt:i4>5</vt:i4>
      </vt:variant>
      <vt:variant>
        <vt:lpwstr>mailto:lukas.ziegler@berghilfe.ch</vt:lpwstr>
      </vt:variant>
      <vt:variant>
        <vt:lpwstr/>
      </vt:variant>
      <vt:variant>
        <vt:i4>1310723</vt:i4>
      </vt:variant>
      <vt:variant>
        <vt:i4>0</vt:i4>
      </vt:variant>
      <vt:variant>
        <vt:i4>0</vt:i4>
      </vt:variant>
      <vt:variant>
        <vt:i4>5</vt:i4>
      </vt:variant>
      <vt:variant>
        <vt:lpwstr>http://www.prixmontagne.ch/medien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Eicher</dc:creator>
  <cp:keywords/>
  <dc:description/>
  <cp:lastModifiedBy>Max Hugelshofer</cp:lastModifiedBy>
  <cp:revision>47</cp:revision>
  <cp:lastPrinted>2020-06-23T18:53:00Z</cp:lastPrinted>
  <dcterms:created xsi:type="dcterms:W3CDTF">2023-09-06T21:35:00Z</dcterms:created>
  <dcterms:modified xsi:type="dcterms:W3CDTF">2024-09-05T10:48:00Z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0x0101007D488349EA825348AEEFE36C5D53640E</vt:lpwstr>
  </property>
  <property fmtid="{D5CDD505-2E9C-101B-9397-08002B2CF9AE}" pid="3" name="MediaServiceImageTags">
    <vt:lpwstr/>
  </property>
</Properties>
</file>